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40" w:rsidRDefault="009D6740" w:rsidP="00F553C0">
      <w:pPr>
        <w:pStyle w:val="Style38"/>
        <w:widowControl/>
        <w:spacing w:before="125"/>
        <w:ind w:left="3245"/>
        <w:rPr>
          <w:rStyle w:val="FontStyle56"/>
        </w:rPr>
      </w:pPr>
      <w:r>
        <w:rPr>
          <w:rStyle w:val="FontStyle56"/>
        </w:rPr>
        <w:t>Отчет о выполнении муниципального задания</w:t>
      </w:r>
    </w:p>
    <w:p w:rsidR="009D6740" w:rsidRDefault="009D6740" w:rsidP="00F553C0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</w:p>
    <w:p w:rsidR="009D6740" w:rsidRDefault="009D6740" w:rsidP="00F553C0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rPr>
          <w:rStyle w:val="FontStyle45"/>
        </w:rPr>
      </w:pPr>
    </w:p>
    <w:p w:rsidR="009D6740" w:rsidRDefault="009D6740" w:rsidP="00F553C0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  <w:r>
        <w:rPr>
          <w:rStyle w:val="FontStyle45"/>
        </w:rPr>
        <w:t xml:space="preserve">                              За  9 месяцев  2016 года </w:t>
      </w:r>
    </w:p>
    <w:p w:rsidR="009D6740" w:rsidRDefault="009D6740" w:rsidP="00F553C0">
      <w:pPr>
        <w:pStyle w:val="Style5"/>
        <w:widowControl/>
        <w:spacing w:line="240" w:lineRule="exact"/>
        <w:rPr>
          <w:sz w:val="20"/>
          <w:szCs w:val="20"/>
        </w:rPr>
      </w:pPr>
    </w:p>
    <w:p w:rsidR="009D6740" w:rsidRDefault="009D6740" w:rsidP="00F553C0">
      <w:pPr>
        <w:pStyle w:val="NoSpacing"/>
        <w:rPr>
          <w:rStyle w:val="FontStyle45"/>
          <w:u w:val="single"/>
        </w:rPr>
      </w:pPr>
      <w:r>
        <w:rPr>
          <w:rStyle w:val="FontStyle45"/>
        </w:rPr>
        <w:t xml:space="preserve">Наименование </w:t>
      </w:r>
      <w:r>
        <w:rPr>
          <w:rStyle w:val="FontStyle45"/>
          <w:sz w:val="24"/>
        </w:rPr>
        <w:t xml:space="preserve">муниципального </w:t>
      </w:r>
      <w:r w:rsidRPr="00E81F9A">
        <w:rPr>
          <w:rStyle w:val="FontStyle45"/>
          <w:sz w:val="24"/>
        </w:rPr>
        <w:t>у</w:t>
      </w:r>
      <w:r>
        <w:rPr>
          <w:rStyle w:val="FontStyle45"/>
        </w:rPr>
        <w:t xml:space="preserve">чреждения </w:t>
      </w:r>
      <w:r>
        <w:rPr>
          <w:rStyle w:val="FontStyle45"/>
          <w:u w:val="single"/>
        </w:rPr>
        <w:t xml:space="preserve">Муниципальное бюджетное  учреждение дополнительного образования </w:t>
      </w:r>
    </w:p>
    <w:p w:rsidR="009D6740" w:rsidRDefault="009D6740" w:rsidP="00F553C0">
      <w:pPr>
        <w:pStyle w:val="NoSpacing"/>
        <w:rPr>
          <w:rStyle w:val="FontStyle45"/>
        </w:rPr>
      </w:pPr>
      <w:r>
        <w:rPr>
          <w:rStyle w:val="FontStyle45"/>
          <w:u w:val="single"/>
        </w:rPr>
        <w:t>Можгинского района «Детская школа искусств села Большая Уча»</w:t>
      </w:r>
    </w:p>
    <w:p w:rsidR="009D6740" w:rsidRPr="0093098F" w:rsidRDefault="009D6740" w:rsidP="00F553C0">
      <w:pPr>
        <w:pStyle w:val="Style5"/>
        <w:widowControl/>
        <w:spacing w:before="96"/>
        <w:rPr>
          <w:rStyle w:val="FontStyle45"/>
          <w:u w:val="single"/>
        </w:rPr>
      </w:pPr>
      <w:r>
        <w:rPr>
          <w:rStyle w:val="FontStyle45"/>
        </w:rPr>
        <w:t xml:space="preserve">Виды деятельности муниципального учреждения </w:t>
      </w:r>
      <w:r>
        <w:rPr>
          <w:rStyle w:val="FontStyle45"/>
          <w:u w:val="single"/>
        </w:rPr>
        <w:t>образование и наука</w:t>
      </w:r>
    </w:p>
    <w:p w:rsidR="009D6740" w:rsidRDefault="009D6740" w:rsidP="00F553C0">
      <w:pPr>
        <w:pStyle w:val="Style5"/>
        <w:widowControl/>
        <w:tabs>
          <w:tab w:val="left" w:leader="underscore" w:pos="12974"/>
        </w:tabs>
        <w:spacing w:before="235"/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 по ОКВЭД 85.41 образование дополнительное детей и взрослых </w:t>
      </w:r>
    </w:p>
    <w:p w:rsidR="009D6740" w:rsidRDefault="009D6740" w:rsidP="00F553C0">
      <w:pPr>
        <w:pStyle w:val="Style5"/>
        <w:widowControl/>
        <w:tabs>
          <w:tab w:val="left" w:leader="underscore" w:pos="12970"/>
        </w:tabs>
        <w:spacing w:before="240"/>
        <w:rPr>
          <w:rStyle w:val="FontStyle45"/>
        </w:rPr>
      </w:pPr>
      <w:r>
        <w:rPr>
          <w:rStyle w:val="FontStyle45"/>
        </w:rPr>
        <w:t xml:space="preserve">Вид муниципального учреждения: </w:t>
      </w:r>
      <w:r w:rsidRPr="00546B1B">
        <w:rPr>
          <w:rStyle w:val="FontStyle45"/>
          <w:u w:val="single"/>
        </w:rPr>
        <w:t>учреждение</w:t>
      </w:r>
      <w:r>
        <w:rPr>
          <w:rStyle w:val="FontStyle45"/>
          <w:u w:val="single"/>
        </w:rPr>
        <w:t xml:space="preserve"> дополнительного образования</w:t>
      </w:r>
    </w:p>
    <w:p w:rsidR="009D6740" w:rsidRPr="00AB5F5B" w:rsidRDefault="009D6740" w:rsidP="00F553C0">
      <w:pPr>
        <w:pStyle w:val="Style19"/>
        <w:widowControl/>
        <w:ind w:right="1320"/>
        <w:rPr>
          <w:rStyle w:val="FontStyle44"/>
          <w:b w:val="0"/>
          <w:bCs w:val="0"/>
          <w:sz w:val="18"/>
          <w:szCs w:val="18"/>
        </w:rPr>
      </w:pPr>
      <w:r>
        <w:rPr>
          <w:rStyle w:val="FontStyle51"/>
        </w:rPr>
        <w:t>(вид учреждения из базового (отраслевого перечня)</w:t>
      </w: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Pr="00983EF2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  <w:u w:val="single"/>
        </w:rPr>
      </w:pPr>
      <w:r>
        <w:rPr>
          <w:rStyle w:val="FontStyle44"/>
          <w:u w:val="single"/>
        </w:rPr>
        <w:t xml:space="preserve">«05 »   октября   </w:t>
      </w:r>
      <w:r w:rsidRPr="00983EF2">
        <w:rPr>
          <w:rStyle w:val="FontStyle44"/>
          <w:u w:val="single"/>
        </w:rPr>
        <w:t>2016г.</w:t>
      </w: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9D6740" w:rsidRPr="00D97C2A" w:rsidRDefault="009D6740" w:rsidP="00F553C0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61"/>
          <w:i w:val="0"/>
          <w:iCs w:val="0"/>
        </w:rPr>
      </w:pPr>
      <w:r>
        <w:rPr>
          <w:rStyle w:val="FontStyle44"/>
        </w:rPr>
        <w:t xml:space="preserve">Часть </w:t>
      </w:r>
      <w:r>
        <w:rPr>
          <w:rStyle w:val="FontStyle48"/>
        </w:rPr>
        <w:t xml:space="preserve">1. </w:t>
      </w:r>
      <w:r>
        <w:rPr>
          <w:rStyle w:val="FontStyle44"/>
        </w:rPr>
        <w:t>Сведения об оказываемых муниципальных услугах &lt;1&gt;</w:t>
      </w:r>
      <w:r w:rsidRPr="002E7965">
        <w:rPr>
          <w:rStyle w:val="FontStyle61"/>
        </w:rPr>
        <w:t>Раздел</w:t>
      </w:r>
      <w:r>
        <w:rPr>
          <w:rStyle w:val="FontStyle61"/>
        </w:rPr>
        <w:t>1</w:t>
      </w:r>
    </w:p>
    <w:p w:rsidR="009D6740" w:rsidRPr="00517FFD" w:rsidRDefault="009D6740" w:rsidP="00F553C0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 w:rsidRPr="00517FFD">
        <w:rPr>
          <w:rStyle w:val="FontStyle45"/>
        </w:rPr>
        <w:t>Наименование муниципальной услуги</w:t>
      </w:r>
      <w:r>
        <w:rPr>
          <w:rStyle w:val="FontStyle45"/>
        </w:rPr>
        <w:t xml:space="preserve"> </w:t>
      </w:r>
      <w:r>
        <w:rPr>
          <w:rStyle w:val="FontStyle45"/>
          <w:u w:val="single"/>
        </w:rPr>
        <w:t xml:space="preserve">реализация дополнительных  предпрофессиональных общеобразовательных программ в области искусств </w:t>
      </w:r>
    </w:p>
    <w:p w:rsidR="009D6740" w:rsidRPr="0093098F" w:rsidRDefault="009D6740" w:rsidP="00F553C0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u w:val="single"/>
        </w:rPr>
      </w:pPr>
      <w:r w:rsidRPr="00517FFD">
        <w:rPr>
          <w:rStyle w:val="FontStyle45"/>
        </w:rPr>
        <w:t xml:space="preserve">Реестровый номер </w:t>
      </w:r>
      <w:r>
        <w:rPr>
          <w:rStyle w:val="FontStyle45"/>
        </w:rPr>
        <w:t>муниципальной</w:t>
      </w:r>
      <w:r w:rsidRPr="00517FFD">
        <w:rPr>
          <w:rStyle w:val="FontStyle45"/>
        </w:rPr>
        <w:t xml:space="preserve"> услуги </w:t>
      </w:r>
      <w:r>
        <w:rPr>
          <w:rStyle w:val="FontStyle45"/>
        </w:rPr>
        <w:t>11Д04000101000904003100</w:t>
      </w:r>
    </w:p>
    <w:p w:rsidR="009D6740" w:rsidRDefault="009D6740" w:rsidP="00F553C0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 w:rsidRPr="00517FFD">
        <w:rPr>
          <w:rStyle w:val="FontStyle45"/>
        </w:rPr>
        <w:t>Уникальный номер реестровой записи</w:t>
      </w:r>
      <w:r>
        <w:rPr>
          <w:rStyle w:val="FontStyle45"/>
        </w:rPr>
        <w:t>00000000000943</w:t>
      </w:r>
      <w:r>
        <w:rPr>
          <w:rStyle w:val="FontStyle45"/>
          <w:lang w:val="en-US"/>
        </w:rPr>
        <w:t>D</w:t>
      </w:r>
      <w:r>
        <w:rPr>
          <w:rStyle w:val="FontStyle45"/>
        </w:rPr>
        <w:t>503211Д04000201000601008100102</w:t>
      </w:r>
    </w:p>
    <w:p w:rsidR="009D6740" w:rsidRPr="00513895" w:rsidRDefault="009D6740" w:rsidP="00F553C0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Категории потребителей муниципальной услуги </w:t>
      </w:r>
      <w:r>
        <w:rPr>
          <w:rStyle w:val="FontStyle45"/>
          <w:u w:val="single"/>
        </w:rPr>
        <w:t xml:space="preserve">физические лица, имеющие необходимые для освоения соответствующей образовательной </w:t>
      </w:r>
      <w:r w:rsidRPr="00513895">
        <w:rPr>
          <w:rStyle w:val="FontStyle45"/>
          <w:u w:val="single"/>
        </w:rPr>
        <w:t>программы творческие способности и физические данные</w:t>
      </w:r>
    </w:p>
    <w:p w:rsidR="009D6740" w:rsidRDefault="009D6740" w:rsidP="00F553C0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>Содержание муниципальной услуг –адаптированная ДПИ</w:t>
      </w:r>
    </w:p>
    <w:p w:rsidR="009D6740" w:rsidRPr="00FA0D8B" w:rsidRDefault="009D6740" w:rsidP="00F553C0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 w:rsidRPr="00FA0D8B">
        <w:rPr>
          <w:rStyle w:val="FontStyle44"/>
          <w:b w:val="0"/>
        </w:rPr>
        <w:t xml:space="preserve">Условия (формы) оказания услуги </w:t>
      </w:r>
      <w:r w:rsidRPr="00FA0D8B">
        <w:rPr>
          <w:rStyle w:val="FontStyle44"/>
          <w:b w:val="0"/>
          <w:u w:val="single"/>
        </w:rPr>
        <w:t xml:space="preserve">справочник форм (условий) оказания услуги </w:t>
      </w:r>
      <w:r>
        <w:rPr>
          <w:rStyle w:val="FontStyle44"/>
          <w:b w:val="0"/>
          <w:u w:val="single"/>
        </w:rPr>
        <w:t>–</w:t>
      </w:r>
      <w:r w:rsidRPr="00FA0D8B">
        <w:rPr>
          <w:rStyle w:val="FontStyle44"/>
          <w:b w:val="0"/>
          <w:u w:val="single"/>
        </w:rPr>
        <w:t xml:space="preserve"> очная</w:t>
      </w:r>
      <w:r>
        <w:rPr>
          <w:rStyle w:val="FontStyle44"/>
          <w:b w:val="0"/>
          <w:u w:val="single"/>
        </w:rPr>
        <w:t xml:space="preserve"> с применением дистанционных образовательных технологий и электронного обучения</w:t>
      </w:r>
    </w:p>
    <w:p w:rsidR="009D6740" w:rsidRPr="002E7965" w:rsidRDefault="009D6740" w:rsidP="00F553C0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Cs/>
        </w:rPr>
      </w:pPr>
      <w:r>
        <w:rPr>
          <w:rStyle w:val="FontStyle45"/>
        </w:rPr>
        <w:t>Сведения о фактическом достижении  показателей, характеризующих объём и (или)  качество муниципальной услуги</w:t>
      </w:r>
    </w:p>
    <w:p w:rsidR="009D6740" w:rsidRPr="006D1E65" w:rsidRDefault="009D6740" w:rsidP="00F553C0">
      <w:pPr>
        <w:pStyle w:val="Style14"/>
        <w:widowControl/>
        <w:numPr>
          <w:ilvl w:val="1"/>
          <w:numId w:val="2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44"/>
          <w:b w:val="0"/>
        </w:rPr>
      </w:pPr>
      <w:r w:rsidRPr="002E7965">
        <w:rPr>
          <w:rStyle w:val="FontStyle45"/>
        </w:rPr>
        <w:t xml:space="preserve">Показатели, характеризующие качество </w:t>
      </w:r>
      <w:r>
        <w:rPr>
          <w:rStyle w:val="FontStyle45"/>
        </w:rPr>
        <w:t>муниципальной</w:t>
      </w:r>
      <w:r w:rsidRPr="002E7965">
        <w:rPr>
          <w:rStyle w:val="FontStyle45"/>
        </w:rPr>
        <w:t xml:space="preserve"> услуги </w:t>
      </w:r>
      <w:r w:rsidRPr="002E7965">
        <w:rPr>
          <w:rStyle w:val="FontStyle44"/>
        </w:rPr>
        <w:t>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задании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</w:t>
            </w:r>
            <w:r>
              <w:rPr>
                <w:b/>
                <w:bCs/>
              </w:rPr>
              <w:t>международных мероприятий (12 человек)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9D6740" w:rsidRPr="003C56AF" w:rsidRDefault="009D6740" w:rsidP="00F553C0">
      <w:pPr>
        <w:pStyle w:val="Style14"/>
        <w:widowControl/>
        <w:tabs>
          <w:tab w:val="left" w:pos="557"/>
          <w:tab w:val="left" w:leader="underscore" w:pos="10858"/>
        </w:tabs>
        <w:ind w:left="557"/>
        <w:rPr>
          <w:rStyle w:val="FontStyle45"/>
        </w:rPr>
      </w:pPr>
    </w:p>
    <w:p w:rsidR="009D6740" w:rsidRPr="004B5E3C" w:rsidRDefault="009D6740" w:rsidP="00F553C0">
      <w:pPr>
        <w:pStyle w:val="Style14"/>
        <w:widowControl/>
        <w:numPr>
          <w:ilvl w:val="1"/>
          <w:numId w:val="2"/>
        </w:numPr>
        <w:tabs>
          <w:tab w:val="left" w:pos="557"/>
          <w:tab w:val="left" w:leader="underscore" w:pos="10858"/>
        </w:tabs>
        <w:rPr>
          <w:rStyle w:val="FontStyle45"/>
          <w:bCs/>
        </w:rPr>
      </w:pPr>
      <w:r w:rsidRPr="004B5E3C">
        <w:rPr>
          <w:rStyle w:val="FontStyle45"/>
        </w:rPr>
        <w:t xml:space="preserve">Допустимые (возможные) отклонения от установленных показателей качества муниципальной  услуги, в пределах которых муниципальное задание считается </w:t>
      </w:r>
    </w:p>
    <w:p w:rsidR="009D6740" w:rsidRPr="004B5E3C" w:rsidRDefault="009D6740" w:rsidP="00F553C0">
      <w:pPr>
        <w:pStyle w:val="Style14"/>
        <w:widowControl/>
        <w:tabs>
          <w:tab w:val="left" w:pos="557"/>
          <w:tab w:val="left" w:leader="underscore" w:pos="10858"/>
        </w:tabs>
        <w:ind w:left="720" w:firstLine="0"/>
        <w:rPr>
          <w:rStyle w:val="FontStyle44"/>
          <w:b w:val="0"/>
        </w:rPr>
      </w:pPr>
      <w:r w:rsidRPr="004B5E3C">
        <w:rPr>
          <w:rStyle w:val="FontStyle45"/>
        </w:rPr>
        <w:t xml:space="preserve">выполненным -  </w:t>
      </w:r>
      <w:r w:rsidRPr="004B5E3C">
        <w:rPr>
          <w:rStyle w:val="FontStyle45"/>
          <w:sz w:val="32"/>
          <w:szCs w:val="32"/>
          <w:u w:val="single"/>
        </w:rPr>
        <w:t xml:space="preserve">5 </w:t>
      </w:r>
      <w:r>
        <w:rPr>
          <w:rStyle w:val="FontStyle45"/>
        </w:rPr>
        <w:t>%</w:t>
      </w:r>
      <w:r w:rsidRPr="004B5E3C">
        <w:rPr>
          <w:rStyle w:val="FontStyle45"/>
        </w:rPr>
        <w:t>.</w:t>
      </w:r>
    </w:p>
    <w:p w:rsidR="009D6740" w:rsidRPr="003C56AF" w:rsidRDefault="009D6740" w:rsidP="00F553C0">
      <w:pPr>
        <w:pStyle w:val="Style14"/>
        <w:widowControl/>
        <w:numPr>
          <w:ilvl w:val="1"/>
          <w:numId w:val="2"/>
        </w:numPr>
        <w:tabs>
          <w:tab w:val="left" w:pos="557"/>
          <w:tab w:val="left" w:leader="underscore" w:pos="10858"/>
        </w:tabs>
        <w:rPr>
          <w:rStyle w:val="FontStyle44"/>
          <w:b w:val="0"/>
        </w:rPr>
      </w:pPr>
      <w:r w:rsidRPr="003C56AF">
        <w:rPr>
          <w:rStyle w:val="FontStyle44"/>
        </w:rPr>
        <w:t>Показатели, характеризующие объем муниципальной услуги:</w:t>
      </w:r>
    </w:p>
    <w:p w:rsidR="009D6740" w:rsidRDefault="009D6740" w:rsidP="00F553C0">
      <w:pPr>
        <w:widowControl/>
        <w:spacing w:after="274" w:line="1" w:lineRule="exact"/>
        <w:rPr>
          <w:sz w:val="2"/>
          <w:szCs w:val="2"/>
        </w:rPr>
      </w:pPr>
    </w:p>
    <w:tbl>
      <w:tblPr>
        <w:tblW w:w="148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103"/>
        <w:gridCol w:w="2126"/>
        <w:gridCol w:w="2694"/>
        <w:gridCol w:w="2409"/>
        <w:gridCol w:w="2694"/>
      </w:tblGrid>
      <w:tr w:rsidR="009D6740" w:rsidRPr="00125B5C" w:rsidTr="00F553C0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53"/>
              </w:rPr>
            </w:pPr>
          </w:p>
        </w:tc>
        <w:tc>
          <w:tcPr>
            <w:tcW w:w="4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7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9D6740" w:rsidRPr="00125B5C" w:rsidTr="00F553C0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9D6740" w:rsidRPr="00125B5C" w:rsidTr="00F553C0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autoSpaceDE/>
              <w:autoSpaceDN/>
              <w:adjustRightInd/>
            </w:pPr>
            <w:r w:rsidRPr="00125B5C">
              <w:t>Число обучающихся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r>
              <w:t>чел.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30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</w:tr>
    </w:tbl>
    <w:p w:rsidR="009D6740" w:rsidRDefault="009D6740" w:rsidP="00F553C0">
      <w:pPr>
        <w:widowControl/>
      </w:pPr>
    </w:p>
    <w:p w:rsidR="009D6740" w:rsidRDefault="009D6740" w:rsidP="00F553C0">
      <w:pPr>
        <w:pStyle w:val="Style20"/>
        <w:widowControl/>
        <w:numPr>
          <w:ilvl w:val="1"/>
          <w:numId w:val="2"/>
        </w:numPr>
        <w:tabs>
          <w:tab w:val="left" w:leader="underscore" w:pos="9144"/>
        </w:tabs>
        <w:spacing w:line="326" w:lineRule="exact"/>
        <w:rPr>
          <w:rStyle w:val="FontStyle45"/>
        </w:rPr>
      </w:pPr>
      <w:r>
        <w:rPr>
          <w:rStyle w:val="FontStyle45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-</w:t>
      </w:r>
    </w:p>
    <w:p w:rsidR="009D6740" w:rsidRDefault="009D6740" w:rsidP="00F553C0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  <w:r w:rsidRPr="004B5E3C">
        <w:rPr>
          <w:rStyle w:val="FontStyle45"/>
          <w:sz w:val="32"/>
          <w:szCs w:val="32"/>
          <w:u w:val="single"/>
        </w:rPr>
        <w:t xml:space="preserve">5 </w:t>
      </w:r>
      <w:r w:rsidRPr="004B5E3C">
        <w:rPr>
          <w:rStyle w:val="FontStyle45"/>
          <w:u w:val="single"/>
        </w:rPr>
        <w:t>%</w:t>
      </w:r>
    </w:p>
    <w:p w:rsidR="009D6740" w:rsidRDefault="009D6740" w:rsidP="00F553C0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9D6740" w:rsidRDefault="009D6740" w:rsidP="00F553C0">
      <w:pPr>
        <w:spacing w:before="158"/>
        <w:jc w:val="both"/>
      </w:pPr>
    </w:p>
    <w:p w:rsidR="009D6740" w:rsidRDefault="009D6740" w:rsidP="00F553C0">
      <w:pPr>
        <w:spacing w:before="158"/>
        <w:jc w:val="both"/>
      </w:pPr>
    </w:p>
    <w:p w:rsidR="009D6740" w:rsidRPr="008B3B63" w:rsidRDefault="009D6740" w:rsidP="00F553C0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9D6740" w:rsidRPr="008B3B63" w:rsidRDefault="009D6740" w:rsidP="00F553C0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9045"/>
        <w:gridCol w:w="5408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804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задании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9D6740" w:rsidRPr="008B3B63" w:rsidRDefault="009D6740" w:rsidP="00F553C0">
            <w:r w:rsidRPr="008B3B63">
              <w:t>Число обучающихся</w:t>
            </w:r>
          </w:p>
        </w:tc>
        <w:tc>
          <w:tcPr>
            <w:tcW w:w="1625" w:type="dxa"/>
          </w:tcPr>
          <w:p w:rsidR="009D6740" w:rsidRPr="008B3B63" w:rsidRDefault="009D6740" w:rsidP="00F553C0">
            <w:r>
              <w:t>Учащиеся</w:t>
            </w:r>
          </w:p>
        </w:tc>
        <w:tc>
          <w:tcPr>
            <w:tcW w:w="2618" w:type="dxa"/>
          </w:tcPr>
          <w:p w:rsidR="009D6740" w:rsidRPr="008B3B63" w:rsidRDefault="009D6740" w:rsidP="00F553C0">
            <w:r>
              <w:t>30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30</w:t>
            </w: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30</w:t>
            </w: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9D6740" w:rsidRPr="008B3B63" w:rsidRDefault="009D6740" w:rsidP="00F553C0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946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9D6740" w:rsidRPr="00FB1D32" w:rsidRDefault="009D6740" w:rsidP="00F553C0"/>
    <w:p w:rsidR="009D6740" w:rsidRDefault="009D6740" w:rsidP="00F553C0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9D6740" w:rsidRDefault="009D6740" w:rsidP="00F553C0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9D6740" w:rsidRDefault="009D6740" w:rsidP="00F553C0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9D6740" w:rsidRDefault="009D6740" w:rsidP="00F553C0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9D6740" w:rsidRDefault="009D6740" w:rsidP="00F553C0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9D6740" w:rsidRDefault="009D6740" w:rsidP="00F553C0">
      <w:pPr>
        <w:widowControl/>
        <w:sectPr w:rsidR="009D6740" w:rsidSect="00F553C0">
          <w:headerReference w:type="even" r:id="rId7"/>
          <w:headerReference w:type="default" r:id="rId8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9D6740" w:rsidRDefault="009D6740" w:rsidP="00F553C0">
      <w:pPr>
        <w:pStyle w:val="Style10"/>
        <w:widowControl/>
        <w:spacing w:before="211" w:line="240" w:lineRule="auto"/>
        <w:rPr>
          <w:rStyle w:val="FontStyle45"/>
        </w:rPr>
      </w:pPr>
    </w:p>
    <w:p w:rsidR="009D6740" w:rsidRDefault="009D6740" w:rsidP="00F553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Раздел2</w:t>
      </w:r>
    </w:p>
    <w:p w:rsidR="009D6740" w:rsidRPr="005A1D69" w:rsidRDefault="009D6740" w:rsidP="00F553C0">
      <w:pPr>
        <w:pStyle w:val="Style4"/>
        <w:widowControl/>
        <w:tabs>
          <w:tab w:val="left" w:pos="278"/>
          <w:tab w:val="left" w:leader="underscore" w:pos="5506"/>
        </w:tabs>
        <w:ind w:left="720"/>
        <w:jc w:val="both"/>
        <w:rPr>
          <w:rStyle w:val="FontStyle44"/>
          <w:b w:val="0"/>
          <w:bCs w:val="0"/>
        </w:rPr>
      </w:pPr>
      <w:r>
        <w:rPr>
          <w:rStyle w:val="FontStyle45"/>
        </w:rPr>
        <w:t xml:space="preserve">1Наименование муниципальной работы </w:t>
      </w:r>
      <w:r>
        <w:rPr>
          <w:rStyle w:val="FontStyle45"/>
          <w:u w:val="single"/>
        </w:rPr>
        <w:t xml:space="preserve">реализация дополнительных предпрофессиональных общеобразовательных   программ в области искусств  </w:t>
      </w:r>
    </w:p>
    <w:p w:rsidR="009D6740" w:rsidRPr="0093098F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u w:val="single"/>
        </w:rPr>
      </w:pPr>
      <w:r>
        <w:rPr>
          <w:rStyle w:val="FontStyle45"/>
        </w:rPr>
        <w:t xml:space="preserve">       2.</w:t>
      </w:r>
      <w:r w:rsidRPr="00517FFD">
        <w:rPr>
          <w:rStyle w:val="FontStyle45"/>
        </w:rPr>
        <w:t xml:space="preserve">Реестровый номер </w:t>
      </w:r>
      <w:r>
        <w:rPr>
          <w:rStyle w:val="FontStyle45"/>
        </w:rPr>
        <w:t>муниципальной</w:t>
      </w:r>
      <w:r w:rsidRPr="00517FFD">
        <w:rPr>
          <w:rStyle w:val="FontStyle45"/>
        </w:rPr>
        <w:t xml:space="preserve"> услуги </w:t>
      </w:r>
      <w:r>
        <w:rPr>
          <w:rStyle w:val="FontStyle45"/>
        </w:rPr>
        <w:t>11Д04000100300101009100</w:t>
      </w:r>
    </w:p>
    <w:p w:rsidR="009D6740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 xml:space="preserve">       3.</w:t>
      </w:r>
      <w:r w:rsidRPr="00517FFD">
        <w:rPr>
          <w:rStyle w:val="FontStyle45"/>
        </w:rPr>
        <w:t>Уникальный номер реестровой записи</w:t>
      </w:r>
      <w:r>
        <w:rPr>
          <w:rStyle w:val="FontStyle45"/>
        </w:rPr>
        <w:t>00000000000943</w:t>
      </w:r>
      <w:r>
        <w:rPr>
          <w:rStyle w:val="FontStyle45"/>
          <w:lang w:val="en-US"/>
        </w:rPr>
        <w:t>D</w:t>
      </w:r>
      <w:r w:rsidRPr="00BD04FD">
        <w:rPr>
          <w:rStyle w:val="FontStyle45"/>
        </w:rPr>
        <w:t>503211</w:t>
      </w:r>
      <w:r>
        <w:rPr>
          <w:rStyle w:val="FontStyle45"/>
        </w:rPr>
        <w:t>Д04000201000601008100102_</w:t>
      </w:r>
    </w:p>
    <w:p w:rsidR="009D6740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u w:val="single"/>
        </w:rPr>
      </w:pPr>
      <w:r>
        <w:rPr>
          <w:rStyle w:val="FontStyle45"/>
        </w:rPr>
        <w:t xml:space="preserve">4.Категории потребителей муниципальной работы   </w:t>
      </w:r>
      <w:r>
        <w:rPr>
          <w:rStyle w:val="FontStyle45"/>
          <w:u w:val="single"/>
        </w:rPr>
        <w:t xml:space="preserve">физические лица, имеющие необходимые для освоения соответствующей     </w:t>
      </w:r>
    </w:p>
    <w:p w:rsidR="009D6740" w:rsidRPr="004C448E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u w:val="single"/>
        </w:rPr>
      </w:pPr>
      <w:r>
        <w:rPr>
          <w:rStyle w:val="FontStyle45"/>
          <w:u w:val="single"/>
        </w:rPr>
        <w:t>образовательной программы творческие способности и физические данные</w:t>
      </w:r>
    </w:p>
    <w:p w:rsidR="009D6740" w:rsidRDefault="009D6740" w:rsidP="00F553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u w:val="single"/>
        </w:rPr>
      </w:pPr>
      <w:r>
        <w:rPr>
          <w:rStyle w:val="FontStyle45"/>
        </w:rPr>
        <w:t xml:space="preserve">5.Содержание муниципальной работы – </w:t>
      </w:r>
      <w:r w:rsidRPr="00416879">
        <w:rPr>
          <w:rStyle w:val="FontStyle45"/>
          <w:b/>
        </w:rPr>
        <w:t>фортепиано</w:t>
      </w:r>
    </w:p>
    <w:p w:rsidR="009D6740" w:rsidRDefault="009D6740" w:rsidP="00F553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>справочник форм (условий) оказания услуги - очная</w:t>
      </w:r>
    </w:p>
    <w:p w:rsidR="009D6740" w:rsidRPr="002E7965" w:rsidRDefault="009D6740" w:rsidP="00412DA9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Cs/>
        </w:rPr>
      </w:pPr>
      <w:r>
        <w:rPr>
          <w:rStyle w:val="FontStyle45"/>
        </w:rPr>
        <w:t>7.</w:t>
      </w:r>
      <w:r w:rsidRPr="00412DA9">
        <w:rPr>
          <w:rStyle w:val="FontStyle45"/>
        </w:rPr>
        <w:t xml:space="preserve"> </w:t>
      </w:r>
      <w:r>
        <w:rPr>
          <w:rStyle w:val="FontStyle45"/>
        </w:rPr>
        <w:t>Сведения о фактическом достижении  показателей, характеризующих объём и (или)  качество муниципальной услуги</w:t>
      </w: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</w:t>
      </w:r>
      <w:r w:rsidRPr="009E3CF8">
        <w:rPr>
          <w:rStyle w:val="FontStyle45"/>
        </w:rPr>
        <w:tab/>
        <w:t>Показатели, характеризующие качество муниципальной услуги 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задании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6,1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(4</w:t>
            </w:r>
            <w:r w:rsidRPr="000C536D">
              <w:rPr>
                <w:b/>
                <w:bCs/>
              </w:rPr>
              <w:t xml:space="preserve"> человека)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9D6740" w:rsidRPr="00125B5C" w:rsidTr="00F553C0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9D6740" w:rsidRPr="00125B5C" w:rsidTr="00F553C0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9D6740" w:rsidRPr="00125B5C" w:rsidTr="00F553C0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Число обучающихся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>
              <w:t>Учащиеся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</w:tr>
    </w:tbl>
    <w:p w:rsidR="009D6740" w:rsidRDefault="009D6740" w:rsidP="00F553C0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9D6740" w:rsidRPr="00653D24" w:rsidRDefault="009D6740" w:rsidP="00F553C0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9D6740" w:rsidRDefault="009D6740" w:rsidP="00F553C0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9D6740" w:rsidRPr="008B3B63" w:rsidRDefault="009D6740" w:rsidP="00F553C0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9D6740" w:rsidRPr="008B3B63" w:rsidRDefault="009D6740" w:rsidP="00F553C0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99"/>
        <w:gridCol w:w="5274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(4</w:t>
            </w:r>
            <w:r w:rsidRPr="000C536D">
              <w:rPr>
                <w:b/>
                <w:bCs/>
              </w:rPr>
              <w:t xml:space="preserve"> человека</w:t>
            </w:r>
            <w:r>
              <w:rPr>
                <w:b/>
                <w:bCs/>
              </w:rPr>
              <w:t>)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spacing w:before="158"/>
              <w:jc w:val="both"/>
            </w:pPr>
            <w:r>
              <w:t>Ещё не участвовали в конкурсах такого уровня</w:t>
            </w: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задании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9D6740" w:rsidRPr="008B3B63" w:rsidRDefault="009D6740" w:rsidP="00F553C0">
            <w:r w:rsidRPr="008B3B63">
              <w:t>Число обучающихся</w:t>
            </w:r>
          </w:p>
        </w:tc>
        <w:tc>
          <w:tcPr>
            <w:tcW w:w="1625" w:type="dxa"/>
          </w:tcPr>
          <w:p w:rsidR="009D6740" w:rsidRPr="008B3B63" w:rsidRDefault="009D6740" w:rsidP="00F553C0">
            <w:r>
              <w:t>Учащиеся</w:t>
            </w:r>
          </w:p>
        </w:tc>
        <w:tc>
          <w:tcPr>
            <w:tcW w:w="2618" w:type="dxa"/>
          </w:tcPr>
          <w:p w:rsidR="009D6740" w:rsidRPr="008B3B63" w:rsidRDefault="009D6740" w:rsidP="00F553C0">
            <w:r>
              <w:t>8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8</w:t>
            </w: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8</w:t>
            </w: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</w:p>
        </w:tc>
      </w:tr>
    </w:tbl>
    <w:p w:rsidR="009D6740" w:rsidRPr="008B3B63" w:rsidRDefault="009D6740" w:rsidP="00F553C0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946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9D6740" w:rsidRPr="00FB1D32" w:rsidRDefault="009D6740" w:rsidP="00F553C0"/>
    <w:p w:rsidR="009D6740" w:rsidRDefault="009D6740" w:rsidP="00F553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3</w:t>
      </w:r>
    </w:p>
    <w:p w:rsidR="009D6740" w:rsidRDefault="009D6740" w:rsidP="00F553C0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1Наименование муниципальной работы </w:t>
      </w:r>
      <w:r>
        <w:rPr>
          <w:rStyle w:val="FontStyle45"/>
          <w:u w:val="single"/>
        </w:rPr>
        <w:t>реализация дополнительных предпрофессиональных общеобразовательных   программ в области искусств</w:t>
      </w:r>
    </w:p>
    <w:p w:rsidR="009D6740" w:rsidRPr="00312A1F" w:rsidRDefault="009D6740" w:rsidP="00F553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2Реестровый номер муниципальной работы 11Д0400020100402009100</w:t>
      </w:r>
    </w:p>
    <w:p w:rsidR="009D6740" w:rsidRDefault="009D6740" w:rsidP="00F553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3Уникальный номер реестровой записи 00000000000943</w:t>
      </w:r>
      <w:r>
        <w:rPr>
          <w:rStyle w:val="FontStyle45"/>
          <w:lang w:val="en-US"/>
        </w:rPr>
        <w:t>D</w:t>
      </w:r>
      <w:r>
        <w:rPr>
          <w:rStyle w:val="FontStyle45"/>
        </w:rPr>
        <w:t xml:space="preserve">503211Д04000201000601008100102 </w:t>
      </w:r>
    </w:p>
    <w:p w:rsidR="009D6740" w:rsidRPr="00653D24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работы  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9D6740" w:rsidRDefault="009D6740" w:rsidP="00F553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u w:val="single"/>
        </w:rPr>
      </w:pPr>
      <w:r>
        <w:rPr>
          <w:rStyle w:val="FontStyle45"/>
        </w:rPr>
        <w:t xml:space="preserve">5.Содержание муниципальной работы – </w:t>
      </w:r>
      <w:r w:rsidRPr="00416879">
        <w:rPr>
          <w:rStyle w:val="FontStyle45"/>
          <w:b/>
        </w:rPr>
        <w:t>народные инструменты</w:t>
      </w:r>
    </w:p>
    <w:p w:rsidR="009D6740" w:rsidRDefault="009D6740" w:rsidP="00F553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>справочник форм (условий) оказания услуги – очная с применением дистанционных образовательных технологий и электронного обучения</w:t>
      </w:r>
    </w:p>
    <w:p w:rsidR="009D6740" w:rsidRPr="009E3CF8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  <w:r>
        <w:rPr>
          <w:rStyle w:val="FontStyle45"/>
        </w:rPr>
        <w:t>7.</w:t>
      </w:r>
      <w:r>
        <w:rPr>
          <w:rStyle w:val="FontStyle45"/>
        </w:rPr>
        <w:tab/>
        <w:t>Сведения о фактическом достижении показателей, характеризующих объём и (или) качество муниципальной услуги.</w:t>
      </w: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</w:t>
      </w:r>
      <w:r w:rsidRPr="009E3CF8">
        <w:rPr>
          <w:rStyle w:val="FontStyle45"/>
        </w:rPr>
        <w:tab/>
        <w:t>Показатели, характеризующие качество муниципальной услуги 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задании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1,5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 человек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9D6740" w:rsidRPr="00125B5C" w:rsidTr="00F553C0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9D6740" w:rsidRPr="00125B5C" w:rsidTr="00F553C0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9D6740" w:rsidRPr="00125B5C" w:rsidTr="00F553C0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Число обучающихся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</w:tr>
    </w:tbl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9D6740" w:rsidRPr="00546B1B" w:rsidRDefault="009D6740" w:rsidP="00F553C0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 xml:space="preserve">Допустимые (возможные) отклонения от установленных показателей качества муниципальной  услуги, в пределах которых муниципальное задание считается </w:t>
      </w:r>
      <w:r w:rsidRPr="00546B1B">
        <w:rPr>
          <w:rStyle w:val="FontStyle45"/>
        </w:rPr>
        <w:t>выполненным -  5 %.</w:t>
      </w:r>
    </w:p>
    <w:p w:rsidR="009D6740" w:rsidRPr="00926A8E" w:rsidRDefault="009D6740" w:rsidP="00F553C0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>Показатели, характеризующие объем муниципальной услуги: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9D6740" w:rsidRPr="00125B5C" w:rsidTr="00F553C0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9D6740" w:rsidRPr="00125B5C" w:rsidTr="00F553C0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9D6740" w:rsidRPr="00125B5C" w:rsidTr="00F553C0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Число обучающихся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>
              <w:t xml:space="preserve"> Учащиеся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</w:tr>
    </w:tbl>
    <w:p w:rsidR="009D6740" w:rsidRDefault="009D6740" w:rsidP="00F553C0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9D6740" w:rsidRPr="00653D24" w:rsidRDefault="009D6740" w:rsidP="00F553C0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9D6740" w:rsidRDefault="009D6740" w:rsidP="00F553C0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9D6740" w:rsidRPr="008B3B63" w:rsidRDefault="009D6740" w:rsidP="00F553C0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9D6740" w:rsidRPr="008B3B63" w:rsidRDefault="009D6740" w:rsidP="00F553C0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99"/>
        <w:gridCol w:w="5274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 человек)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spacing w:before="158"/>
              <w:jc w:val="both"/>
            </w:pPr>
            <w:r>
              <w:t>Ещё не участвовали в конкурсах такого уровня</w:t>
            </w: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задании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9D6740" w:rsidRPr="008B3B63" w:rsidRDefault="009D6740" w:rsidP="00F553C0">
            <w:r w:rsidRPr="008B3B63">
              <w:t>Число обучающихся</w:t>
            </w:r>
          </w:p>
        </w:tc>
        <w:tc>
          <w:tcPr>
            <w:tcW w:w="1625" w:type="dxa"/>
          </w:tcPr>
          <w:p w:rsidR="009D6740" w:rsidRPr="008B3B63" w:rsidRDefault="009D6740" w:rsidP="00F553C0">
            <w:r w:rsidRPr="008B3B63">
              <w:t>Чел.</w:t>
            </w:r>
          </w:p>
        </w:tc>
        <w:tc>
          <w:tcPr>
            <w:tcW w:w="2618" w:type="dxa"/>
          </w:tcPr>
          <w:p w:rsidR="009D6740" w:rsidRPr="008B3B63" w:rsidRDefault="009D6740" w:rsidP="00F553C0">
            <w:r>
              <w:t>2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2</w:t>
            </w: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2</w:t>
            </w: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9D6740" w:rsidRPr="008B3B63" w:rsidRDefault="009D6740" w:rsidP="00F553C0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946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Default="009D6740" w:rsidP="00F553C0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9D6740" w:rsidRPr="00AE7BEA" w:rsidRDefault="009D6740" w:rsidP="00F553C0">
      <w:pPr>
        <w:spacing w:before="67"/>
        <w:jc w:val="both"/>
        <w:rPr>
          <w:rStyle w:val="FontStyle61"/>
          <w:bCs w:val="0"/>
          <w:i w:val="0"/>
          <w:iCs w:val="0"/>
          <w:sz w:val="24"/>
          <w:szCs w:val="24"/>
        </w:rPr>
      </w:pPr>
      <w:r w:rsidRPr="00AE7BEA">
        <w:rPr>
          <w:rStyle w:val="FontStyle61"/>
        </w:rPr>
        <w:t>Раздел 4</w:t>
      </w:r>
    </w:p>
    <w:p w:rsidR="009D6740" w:rsidRPr="00AE7BEA" w:rsidRDefault="009D6740" w:rsidP="00F553C0">
      <w:pPr>
        <w:pStyle w:val="Style4"/>
        <w:widowControl/>
        <w:numPr>
          <w:ilvl w:val="0"/>
          <w:numId w:val="3"/>
        </w:numPr>
        <w:tabs>
          <w:tab w:val="left" w:pos="278"/>
          <w:tab w:val="left" w:leader="underscore" w:pos="5506"/>
        </w:tabs>
        <w:jc w:val="both"/>
        <w:rPr>
          <w:rStyle w:val="FontStyle45"/>
        </w:rPr>
      </w:pPr>
      <w:r w:rsidRPr="00AE7BEA">
        <w:rPr>
          <w:rStyle w:val="FontStyle45"/>
        </w:rPr>
        <w:t xml:space="preserve">Наименование муниципальной работы </w:t>
      </w:r>
      <w:r w:rsidRPr="00AE7BEA">
        <w:rPr>
          <w:rStyle w:val="FontStyle45"/>
          <w:u w:val="single"/>
        </w:rPr>
        <w:t>реализация дополнительных предпрофессиональных   программ</w:t>
      </w:r>
      <w:r>
        <w:rPr>
          <w:rStyle w:val="FontStyle45"/>
          <w:u w:val="single"/>
        </w:rPr>
        <w:t xml:space="preserve"> в области искусств</w:t>
      </w:r>
      <w:r w:rsidRPr="00AE7BEA">
        <w:rPr>
          <w:rStyle w:val="FontStyle45"/>
          <w:u w:val="single"/>
        </w:rPr>
        <w:t xml:space="preserve"> (хореографическое  творчество)</w:t>
      </w:r>
    </w:p>
    <w:p w:rsidR="009D6740" w:rsidRPr="00AE7BEA" w:rsidRDefault="009D6740" w:rsidP="00F553C0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 w:rsidRPr="00AE7BEA">
        <w:rPr>
          <w:rStyle w:val="FontStyle45"/>
        </w:rPr>
        <w:t xml:space="preserve">Реестровый номер муниципальной работы </w:t>
      </w:r>
      <w:r>
        <w:rPr>
          <w:rStyle w:val="FontStyle45"/>
        </w:rPr>
        <w:t>11ДО4000101000904003100</w:t>
      </w:r>
    </w:p>
    <w:p w:rsidR="009D6740" w:rsidRPr="00AE7BEA" w:rsidRDefault="009D6740" w:rsidP="00F553C0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 w:rsidRPr="00AE7BEA">
        <w:rPr>
          <w:rStyle w:val="FontStyle45"/>
        </w:rPr>
        <w:t xml:space="preserve">Уникальный номер реестровой записи </w:t>
      </w:r>
      <w:r>
        <w:rPr>
          <w:rStyle w:val="FontStyle45"/>
        </w:rPr>
        <w:t>000000000009420292111ДО4000200301101006100101</w:t>
      </w:r>
    </w:p>
    <w:p w:rsidR="009D6740" w:rsidRPr="00653D24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 w:rsidRPr="00AE7BEA">
        <w:rPr>
          <w:rStyle w:val="FontStyle45"/>
        </w:rPr>
        <w:t xml:space="preserve">4.Категории потребителей муниципальной работы   </w:t>
      </w:r>
      <w:r w:rsidRPr="00AE7BEA"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9D6740" w:rsidRDefault="009D6740" w:rsidP="00F553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 xml:space="preserve">5.Содержание муниципальной работы </w:t>
      </w:r>
      <w:r>
        <w:rPr>
          <w:rStyle w:val="FontStyle45"/>
          <w:b/>
          <w:u w:val="single"/>
        </w:rPr>
        <w:t>хореографическое творче</w:t>
      </w:r>
      <w:r w:rsidRPr="003E264A">
        <w:rPr>
          <w:rStyle w:val="FontStyle45"/>
          <w:b/>
          <w:u w:val="single"/>
        </w:rPr>
        <w:t>ство</w:t>
      </w:r>
    </w:p>
    <w:p w:rsidR="009D6740" w:rsidRDefault="009D6740" w:rsidP="00F553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>справочник форм (условий) оказания услуги - очная</w:t>
      </w:r>
    </w:p>
    <w:p w:rsidR="009D6740" w:rsidRPr="009E3CF8" w:rsidRDefault="009D6740" w:rsidP="00F553C0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  <w:r>
        <w:rPr>
          <w:rStyle w:val="FontStyle45"/>
        </w:rPr>
        <w:t>7.Сведения о фактическом достижении показателей, характеризующих объём и (или0 качество муниципальной услуги.</w:t>
      </w:r>
    </w:p>
    <w:p w:rsidR="009D6740" w:rsidRDefault="009D6740" w:rsidP="00F553C0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7.1.Показатели, характеризующие качество муниципальной услуги 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задании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(13 человек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9D6740" w:rsidRDefault="009D6740" w:rsidP="00F553C0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</w:p>
    <w:p w:rsidR="009D6740" w:rsidRPr="00926A8E" w:rsidRDefault="009D6740" w:rsidP="00F553C0">
      <w:pPr>
        <w:pStyle w:val="Style25"/>
        <w:widowControl/>
        <w:tabs>
          <w:tab w:val="left" w:pos="490"/>
        </w:tabs>
        <w:rPr>
          <w:rStyle w:val="FontStyle45"/>
        </w:rPr>
      </w:pPr>
      <w:r>
        <w:rPr>
          <w:rStyle w:val="FontStyle45"/>
        </w:rPr>
        <w:t>7.2.</w:t>
      </w:r>
      <w:r w:rsidRPr="00926A8E">
        <w:rPr>
          <w:rStyle w:val="FontStyle45"/>
        </w:rPr>
        <w:t>Допустимые (возможные) отклонения от установленных показателей качества муниципальной  услуги, в пределах которых муниципальное задание считается выполненным -  5 %.</w:t>
      </w:r>
    </w:p>
    <w:p w:rsidR="009D6740" w:rsidRPr="00926A8E" w:rsidRDefault="009D6740" w:rsidP="00F553C0">
      <w:pPr>
        <w:pStyle w:val="Style25"/>
        <w:widowControl/>
        <w:tabs>
          <w:tab w:val="left" w:pos="490"/>
        </w:tabs>
        <w:rPr>
          <w:rStyle w:val="FontStyle45"/>
        </w:rPr>
      </w:pPr>
      <w:r>
        <w:rPr>
          <w:rStyle w:val="FontStyle45"/>
        </w:rPr>
        <w:t>7.3.</w:t>
      </w:r>
      <w:r w:rsidRPr="00926A8E">
        <w:rPr>
          <w:rStyle w:val="FontStyle45"/>
        </w:rPr>
        <w:t>Показатели, характеризующие объем муниципальной услуги: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9D6740" w:rsidRPr="00125B5C" w:rsidTr="00F553C0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9D6740" w:rsidRPr="00125B5C" w:rsidTr="00F553C0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9D6740" w:rsidRPr="00125B5C" w:rsidTr="00F553C0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Число обучающихся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>
              <w:t xml:space="preserve"> учащиеся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</w:tr>
    </w:tbl>
    <w:p w:rsidR="009D6740" w:rsidRDefault="009D6740" w:rsidP="00F553C0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9D6740" w:rsidRPr="00653D24" w:rsidRDefault="009D6740" w:rsidP="00F553C0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9D6740" w:rsidRDefault="009D6740" w:rsidP="00F553C0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9D6740" w:rsidRPr="008B3B63" w:rsidRDefault="009D6740" w:rsidP="00F553C0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9D6740" w:rsidRPr="008B3B63" w:rsidRDefault="009D6740" w:rsidP="00F553C0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99"/>
        <w:gridCol w:w="5274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(13 человек)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spacing w:before="158"/>
              <w:jc w:val="both"/>
            </w:pPr>
            <w:r>
              <w:t>За прошедший период не было конкурсов данного уровня</w:t>
            </w: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задании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9D6740" w:rsidRPr="008B3B63" w:rsidRDefault="009D6740" w:rsidP="00F553C0">
            <w:r w:rsidRPr="008B3B63">
              <w:t>Число обучающихся</w:t>
            </w:r>
          </w:p>
        </w:tc>
        <w:tc>
          <w:tcPr>
            <w:tcW w:w="1625" w:type="dxa"/>
          </w:tcPr>
          <w:p w:rsidR="009D6740" w:rsidRPr="008B3B63" w:rsidRDefault="009D6740" w:rsidP="00F553C0">
            <w:r>
              <w:t>Учащиеся</w:t>
            </w:r>
          </w:p>
        </w:tc>
        <w:tc>
          <w:tcPr>
            <w:tcW w:w="2618" w:type="dxa"/>
          </w:tcPr>
          <w:p w:rsidR="009D6740" w:rsidRPr="008B3B63" w:rsidRDefault="009D6740" w:rsidP="00F553C0">
            <w:r>
              <w:t>13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13</w:t>
            </w: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13</w:t>
            </w: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</w:p>
        </w:tc>
      </w:tr>
    </w:tbl>
    <w:p w:rsidR="009D6740" w:rsidRPr="008B3B63" w:rsidRDefault="009D6740" w:rsidP="00F553C0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946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9D6740" w:rsidRPr="00FB1D32" w:rsidRDefault="009D6740" w:rsidP="00F553C0"/>
    <w:p w:rsidR="009D6740" w:rsidRDefault="009D6740" w:rsidP="00F553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5</w:t>
      </w:r>
    </w:p>
    <w:p w:rsidR="009D6740" w:rsidRDefault="009D6740" w:rsidP="00F553C0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1Наименование муниципальной работы </w:t>
      </w:r>
      <w:r>
        <w:rPr>
          <w:rStyle w:val="FontStyle45"/>
          <w:u w:val="single"/>
        </w:rPr>
        <w:t>реализация дополнительных предпрофессиональных общеобразовательных   программ в области искусств ( Хоровое пение)</w:t>
      </w:r>
    </w:p>
    <w:p w:rsidR="009D6740" w:rsidRPr="00312A1F" w:rsidRDefault="009D6740" w:rsidP="00F553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2Реестровый номер муниципальной работы11Д04000201000601008100</w:t>
      </w:r>
    </w:p>
    <w:p w:rsidR="009D6740" w:rsidRPr="00B37545" w:rsidRDefault="009D6740" w:rsidP="00F553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3Уникальный номер реестровой записи 00000000000943</w:t>
      </w:r>
      <w:r>
        <w:rPr>
          <w:rStyle w:val="FontStyle45"/>
          <w:lang w:val="en-US"/>
        </w:rPr>
        <w:t>D</w:t>
      </w:r>
      <w:r>
        <w:rPr>
          <w:rStyle w:val="FontStyle45"/>
        </w:rPr>
        <w:t>503211Д040002010006010081001102</w:t>
      </w:r>
    </w:p>
    <w:p w:rsidR="009D6740" w:rsidRPr="00653D24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работы  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9D6740" w:rsidRPr="003E264A" w:rsidRDefault="009D6740" w:rsidP="00F553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b/>
        </w:rPr>
      </w:pPr>
      <w:r>
        <w:rPr>
          <w:rStyle w:val="FontStyle45"/>
        </w:rPr>
        <w:t xml:space="preserve">5.Содержание муниципальной работы </w:t>
      </w:r>
      <w:r w:rsidRPr="003E264A">
        <w:rPr>
          <w:rStyle w:val="FontStyle45"/>
          <w:b/>
          <w:u w:val="single"/>
        </w:rPr>
        <w:t>– хоровое пение</w:t>
      </w:r>
    </w:p>
    <w:p w:rsidR="009D6740" w:rsidRDefault="009D6740" w:rsidP="00F553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>справочник форм (условий) оказания услуги - очная</w:t>
      </w:r>
    </w:p>
    <w:p w:rsidR="009D6740" w:rsidRPr="009E3CF8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  <w:r>
        <w:rPr>
          <w:rStyle w:val="FontStyle45"/>
        </w:rPr>
        <w:t>7.</w:t>
      </w:r>
      <w:r w:rsidRPr="00412DA9">
        <w:rPr>
          <w:rStyle w:val="FontStyle45"/>
        </w:rPr>
        <w:t xml:space="preserve"> </w:t>
      </w:r>
      <w:r>
        <w:rPr>
          <w:rStyle w:val="FontStyle45"/>
        </w:rPr>
        <w:t>Сведения о фактическом достижении показателей, характеризующих объём и (или0 качество муниципальной услуги</w:t>
      </w:r>
      <w:r>
        <w:rPr>
          <w:rStyle w:val="FontStyle45"/>
        </w:rPr>
        <w:tab/>
      </w: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</w:t>
      </w:r>
      <w:r w:rsidRPr="009E3CF8">
        <w:rPr>
          <w:rStyle w:val="FontStyle45"/>
        </w:rPr>
        <w:tab/>
        <w:t>Показатели, характеризующие качество муниципальной услуги &lt;2&gt;:</w:t>
      </w: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задании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8,4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(0 человек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503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9D6740" w:rsidRDefault="009D6740" w:rsidP="00F553C0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9D6740" w:rsidRPr="00546B1B" w:rsidRDefault="009D6740" w:rsidP="00F553C0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 xml:space="preserve">Допустимые (возможные) отклонения от установленных показателей качества муниципальной  услуги, в пределах которых муниципальное задание считается </w:t>
      </w:r>
      <w:r w:rsidRPr="00546B1B">
        <w:rPr>
          <w:rStyle w:val="FontStyle45"/>
        </w:rPr>
        <w:t>выполненным -  5 %.</w:t>
      </w:r>
    </w:p>
    <w:p w:rsidR="009D6740" w:rsidRPr="00562735" w:rsidRDefault="009D6740" w:rsidP="00F553C0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562735">
        <w:rPr>
          <w:rStyle w:val="FontStyle45"/>
        </w:rPr>
        <w:t>Показатели, характеризующие объем муниципальной услуги: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9D6740" w:rsidRPr="00125B5C" w:rsidTr="00F553C0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9D6740" w:rsidRPr="00125B5C" w:rsidTr="00F553C0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9D6740" w:rsidRPr="00125B5C" w:rsidTr="00F553C0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Число обучающихся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>
              <w:t>11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</w:tr>
    </w:tbl>
    <w:p w:rsidR="009D6740" w:rsidRDefault="009D6740" w:rsidP="00F553C0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9D6740" w:rsidRPr="00653D24" w:rsidRDefault="009D6740" w:rsidP="00F553C0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9D6740" w:rsidRPr="00653D24" w:rsidRDefault="009D6740" w:rsidP="00F553C0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9D6740" w:rsidRPr="008B3B63" w:rsidRDefault="009D6740" w:rsidP="00F553C0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9D6740" w:rsidRPr="008B3B63" w:rsidRDefault="009D6740" w:rsidP="00F553C0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99"/>
        <w:gridCol w:w="5274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(11 человек)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spacing w:before="158"/>
              <w:jc w:val="both"/>
            </w:pPr>
            <w:r>
              <w:t>Не было конкурсов данного уровня</w:t>
            </w: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задании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9D6740" w:rsidRPr="008B3B63" w:rsidRDefault="009D6740" w:rsidP="00F553C0">
            <w:r w:rsidRPr="008B3B63">
              <w:t>Число обучающихся</w:t>
            </w:r>
          </w:p>
        </w:tc>
        <w:tc>
          <w:tcPr>
            <w:tcW w:w="1625" w:type="dxa"/>
          </w:tcPr>
          <w:p w:rsidR="009D6740" w:rsidRPr="008B3B63" w:rsidRDefault="009D6740" w:rsidP="00F553C0"/>
        </w:tc>
        <w:tc>
          <w:tcPr>
            <w:tcW w:w="2618" w:type="dxa"/>
          </w:tcPr>
          <w:p w:rsidR="009D6740" w:rsidRPr="008B3B63" w:rsidRDefault="009D6740" w:rsidP="00F553C0">
            <w:r>
              <w:t>11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11</w:t>
            </w: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11</w:t>
            </w: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9D6740" w:rsidRPr="008B3B63" w:rsidRDefault="009D6740" w:rsidP="00F553C0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946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Pr="008B3B63" w:rsidRDefault="009D6740" w:rsidP="00F553C0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9D6740" w:rsidRPr="00FB1D32" w:rsidRDefault="009D6740" w:rsidP="00F553C0"/>
    <w:p w:rsidR="009D6740" w:rsidRDefault="009D6740" w:rsidP="00F553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 w:rsidRPr="00562735">
        <w:rPr>
          <w:rStyle w:val="FontStyle61"/>
        </w:rPr>
        <w:t>Раздел</w:t>
      </w:r>
      <w:r>
        <w:rPr>
          <w:rStyle w:val="FontStyle61"/>
        </w:rPr>
        <w:t>6</w:t>
      </w:r>
    </w:p>
    <w:p w:rsidR="009D6740" w:rsidRDefault="009D6740" w:rsidP="00F553C0">
      <w:pPr>
        <w:pStyle w:val="Style4"/>
        <w:widowControl/>
        <w:numPr>
          <w:ilvl w:val="0"/>
          <w:numId w:val="3"/>
        </w:numPr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Наименование муниципальной работы </w:t>
      </w:r>
      <w:r>
        <w:rPr>
          <w:rStyle w:val="FontStyle45"/>
          <w:u w:val="single"/>
        </w:rPr>
        <w:t xml:space="preserve">реализация дополнительных общеобразовательных общеразвивающих  программ </w:t>
      </w:r>
    </w:p>
    <w:p w:rsidR="009D6740" w:rsidRPr="00546B1B" w:rsidRDefault="009D6740" w:rsidP="00F553C0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Реестровый номер муниципальной работы -11Г42001000300701007100</w:t>
      </w:r>
    </w:p>
    <w:p w:rsidR="009D6740" w:rsidRDefault="009D6740" w:rsidP="00F553C0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Уникальный номер реестровой записи- не указано </w:t>
      </w:r>
    </w:p>
    <w:p w:rsidR="009D6740" w:rsidRPr="00653D24" w:rsidRDefault="009D6740" w:rsidP="00F553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работы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9D6740" w:rsidRDefault="009D6740" w:rsidP="00F553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работы</w:t>
      </w:r>
      <w:r>
        <w:rPr>
          <w:rStyle w:val="FontStyle45"/>
          <w:u w:val="single"/>
        </w:rPr>
        <w:t>-фортепиано, аккордеон, ДПИ, хореография</w:t>
      </w:r>
    </w:p>
    <w:p w:rsidR="009D6740" w:rsidRDefault="009D6740" w:rsidP="00F553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>справочник форм (условий) оказания услуги - очная</w:t>
      </w:r>
    </w:p>
    <w:p w:rsidR="009D6740" w:rsidRDefault="009D6740" w:rsidP="00F553C0">
      <w:pPr>
        <w:pStyle w:val="Style5"/>
        <w:widowControl/>
        <w:numPr>
          <w:ilvl w:val="0"/>
          <w:numId w:val="1"/>
        </w:numPr>
        <w:spacing w:line="326" w:lineRule="exact"/>
        <w:ind w:right="4526"/>
        <w:rPr>
          <w:rStyle w:val="FontStyle45"/>
        </w:rPr>
      </w:pPr>
      <w:r w:rsidRPr="00926A8E">
        <w:rPr>
          <w:rStyle w:val="FontStyle45"/>
        </w:rPr>
        <w:t>Показатели, характеризующие объем и (или) качество муниципальной услуги:</w:t>
      </w:r>
    </w:p>
    <w:p w:rsidR="009D6740" w:rsidRPr="00926A8E" w:rsidRDefault="009D6740" w:rsidP="00F553C0">
      <w:pPr>
        <w:pStyle w:val="Style5"/>
        <w:widowControl/>
        <w:numPr>
          <w:ilvl w:val="0"/>
          <w:numId w:val="1"/>
        </w:numPr>
        <w:spacing w:line="326" w:lineRule="exact"/>
        <w:ind w:right="4526"/>
        <w:rPr>
          <w:rStyle w:val="FontStyle45"/>
        </w:rPr>
      </w:pPr>
      <w:r>
        <w:rPr>
          <w:rStyle w:val="FontStyle45"/>
        </w:rPr>
        <w:t>Сведения о фактическом достижении показателей, характеризующих объём и (или0 качество муниципальной услуги</w:t>
      </w:r>
    </w:p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  <w:r>
        <w:rPr>
          <w:rStyle w:val="FontStyle45"/>
        </w:rPr>
        <w:t>7.1.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3"/>
        <w:gridCol w:w="1640"/>
        <w:gridCol w:w="2332"/>
        <w:gridCol w:w="2398"/>
        <w:gridCol w:w="2187"/>
        <w:gridCol w:w="2728"/>
      </w:tblGrid>
      <w:tr w:rsidR="009D6740" w:rsidRPr="000C536D" w:rsidTr="00F553C0">
        <w:tc>
          <w:tcPr>
            <w:tcW w:w="3283" w:type="dxa"/>
          </w:tcPr>
          <w:p w:rsidR="009D6740" w:rsidRPr="000C536D" w:rsidRDefault="009D6740" w:rsidP="00F553C0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9D6740" w:rsidRPr="000C536D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задании</w:t>
            </w:r>
          </w:p>
          <w:p w:rsidR="009D6740" w:rsidRPr="000C536D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9D6740" w:rsidRPr="000C536D" w:rsidRDefault="009D6740" w:rsidP="00F553C0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9D6740" w:rsidRPr="000C536D" w:rsidRDefault="009D6740" w:rsidP="00F553C0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9D6740" w:rsidRPr="000C536D" w:rsidTr="00F553C0"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(32человека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D6740" w:rsidRPr="000C536D" w:rsidTr="00F553C0">
        <w:tc>
          <w:tcPr>
            <w:tcW w:w="3283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9D6740" w:rsidRPr="000C536D" w:rsidRDefault="009D6740" w:rsidP="00F553C0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9D6740" w:rsidRPr="000C536D" w:rsidRDefault="009D6740" w:rsidP="00F553C0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9D6740" w:rsidRDefault="009D6740" w:rsidP="00F553C0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9D6740" w:rsidRPr="00926A8E" w:rsidRDefault="009D6740" w:rsidP="00F553C0">
      <w:pPr>
        <w:pStyle w:val="Style25"/>
        <w:widowControl/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>7.2.</w:t>
      </w:r>
      <w:r w:rsidRPr="00926A8E">
        <w:rPr>
          <w:rStyle w:val="FontStyle45"/>
        </w:rPr>
        <w:tab/>
        <w:t>Допустимые (возможные) отклонения от установленных показателей качества муниципальной  услуги, в пределах которых муниципальное задание считается выполненным -  5 %.</w:t>
      </w:r>
    </w:p>
    <w:p w:rsidR="009D6740" w:rsidRDefault="009D6740" w:rsidP="00F553C0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9D6740" w:rsidRDefault="009D6740" w:rsidP="00F553C0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  <w:r w:rsidRPr="00926A8E">
        <w:rPr>
          <w:rStyle w:val="FontStyle45"/>
        </w:rPr>
        <w:t>7.3.</w:t>
      </w:r>
      <w:r w:rsidRPr="00926A8E">
        <w:rPr>
          <w:rStyle w:val="FontStyle45"/>
        </w:rPr>
        <w:tab/>
        <w:t>Показатели, характеризующие объем муниципальной услуги:</w:t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528"/>
        <w:gridCol w:w="2126"/>
        <w:gridCol w:w="2268"/>
        <w:gridCol w:w="2552"/>
        <w:gridCol w:w="2551"/>
      </w:tblGrid>
      <w:tr w:rsidR="009D6740" w:rsidRPr="00125B5C" w:rsidTr="00F553C0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53"/>
              </w:rPr>
            </w:pPr>
          </w:p>
        </w:tc>
        <w:tc>
          <w:tcPr>
            <w:tcW w:w="45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  <w:p w:rsidR="009D6740" w:rsidRPr="00125B5C" w:rsidRDefault="009D6740" w:rsidP="00F553C0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9D6740" w:rsidRPr="00125B5C" w:rsidTr="00F553C0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5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9D6740" w:rsidRPr="00125B5C" w:rsidRDefault="009D6740" w:rsidP="00F553C0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9D6740" w:rsidRPr="00125B5C" w:rsidTr="00F553C0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Число обучающихся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  <w:r>
              <w:t>66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40" w:rsidRPr="00125B5C" w:rsidRDefault="009D6740" w:rsidP="00F553C0">
            <w:pPr>
              <w:pStyle w:val="Style35"/>
              <w:widowControl/>
            </w:pPr>
          </w:p>
        </w:tc>
      </w:tr>
    </w:tbl>
    <w:p w:rsidR="009D6740" w:rsidRDefault="009D6740" w:rsidP="00F553C0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9D6740" w:rsidRPr="00653D24" w:rsidRDefault="009D6740" w:rsidP="00F553C0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9D6740" w:rsidRPr="00653D24" w:rsidRDefault="009D6740" w:rsidP="00F553C0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>процентов</w:t>
      </w:r>
      <w:r w:rsidRPr="00653D24">
        <w:rPr>
          <w:rStyle w:val="FontStyle45"/>
        </w:rPr>
        <w:t>&lt;9&gt;.</w:t>
      </w:r>
    </w:p>
    <w:p w:rsidR="009D6740" w:rsidRPr="004266A7" w:rsidRDefault="009D6740" w:rsidP="00F553C0">
      <w:pPr>
        <w:pStyle w:val="Style10"/>
        <w:widowControl/>
        <w:spacing w:line="240" w:lineRule="auto"/>
        <w:jc w:val="left"/>
        <w:rPr>
          <w:rStyle w:val="FontStyle44"/>
          <w:color w:val="FF0000"/>
        </w:rPr>
      </w:pPr>
    </w:p>
    <w:p w:rsidR="009D6740" w:rsidRDefault="009D6740" w:rsidP="00F553C0">
      <w:pPr>
        <w:pStyle w:val="Style20"/>
        <w:widowControl/>
        <w:numPr>
          <w:ilvl w:val="0"/>
          <w:numId w:val="1"/>
        </w:numPr>
        <w:spacing w:line="240" w:lineRule="auto"/>
        <w:rPr>
          <w:rStyle w:val="FontStyle45"/>
        </w:rPr>
      </w:pPr>
      <w:r>
        <w:rPr>
          <w:rStyle w:val="FontStyle45"/>
        </w:rPr>
        <w:t>Порядок оказания муниципальной услуги.</w:t>
      </w:r>
    </w:p>
    <w:p w:rsidR="009D6740" w:rsidRPr="008B3B63" w:rsidRDefault="009D6740" w:rsidP="00F553C0">
      <w:pPr>
        <w:numPr>
          <w:ilvl w:val="0"/>
          <w:numId w:val="1"/>
        </w:num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9D6740" w:rsidRPr="008B3B63" w:rsidRDefault="009D6740" w:rsidP="00F553C0">
      <w:pPr>
        <w:numPr>
          <w:ilvl w:val="0"/>
          <w:numId w:val="1"/>
        </w:num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63"/>
        <w:gridCol w:w="5310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804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Pr="008B3B63" w:rsidRDefault="009D6740" w:rsidP="00F553C0">
      <w:pPr>
        <w:numPr>
          <w:ilvl w:val="0"/>
          <w:numId w:val="1"/>
        </w:num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9D6740" w:rsidRPr="008B3B63" w:rsidRDefault="009D6740" w:rsidP="00F553C0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задании</w:t>
            </w:r>
          </w:p>
          <w:p w:rsidR="009D6740" w:rsidRPr="008B3B63" w:rsidRDefault="009D6740" w:rsidP="00F553C0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9D6740" w:rsidRPr="008B3B63" w:rsidRDefault="009D6740" w:rsidP="00F553C0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9D6740" w:rsidRPr="008B3B63" w:rsidRDefault="009D6740" w:rsidP="00F553C0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9D6740" w:rsidRPr="008B3B63" w:rsidTr="00F553C0">
        <w:tc>
          <w:tcPr>
            <w:tcW w:w="562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9D6740" w:rsidRPr="008B3B63" w:rsidRDefault="009D6740" w:rsidP="00F553C0">
            <w:r w:rsidRPr="008B3B63">
              <w:t>Число обучающихся</w:t>
            </w:r>
          </w:p>
        </w:tc>
        <w:tc>
          <w:tcPr>
            <w:tcW w:w="1625" w:type="dxa"/>
          </w:tcPr>
          <w:p w:rsidR="009D6740" w:rsidRPr="008B3B63" w:rsidRDefault="009D6740" w:rsidP="00F553C0">
            <w:r w:rsidRPr="008B3B63">
              <w:t>Чел.</w:t>
            </w:r>
          </w:p>
        </w:tc>
        <w:tc>
          <w:tcPr>
            <w:tcW w:w="2618" w:type="dxa"/>
          </w:tcPr>
          <w:p w:rsidR="009D6740" w:rsidRPr="008B3B63" w:rsidRDefault="009D6740" w:rsidP="00F553C0">
            <w:r>
              <w:t>66</w:t>
            </w:r>
          </w:p>
        </w:tc>
        <w:tc>
          <w:tcPr>
            <w:tcW w:w="2498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66</w:t>
            </w:r>
          </w:p>
        </w:tc>
        <w:tc>
          <w:tcPr>
            <w:tcW w:w="1950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66</w:t>
            </w:r>
          </w:p>
        </w:tc>
        <w:tc>
          <w:tcPr>
            <w:tcW w:w="2359" w:type="dxa"/>
          </w:tcPr>
          <w:p w:rsidR="009D6740" w:rsidRPr="008B3B63" w:rsidRDefault="009D6740" w:rsidP="00F553C0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9D6740" w:rsidRPr="008B3B63" w:rsidRDefault="009D6740" w:rsidP="00F553C0">
      <w:pPr>
        <w:numPr>
          <w:ilvl w:val="0"/>
          <w:numId w:val="1"/>
        </w:num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9D6740" w:rsidRPr="008B3B63" w:rsidRDefault="009D6740" w:rsidP="00F553C0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9D6740" w:rsidRPr="008B3B63" w:rsidTr="00F553C0">
        <w:tc>
          <w:tcPr>
            <w:tcW w:w="675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  <w:tc>
          <w:tcPr>
            <w:tcW w:w="6946" w:type="dxa"/>
          </w:tcPr>
          <w:p w:rsidR="009D6740" w:rsidRPr="008B3B63" w:rsidRDefault="009D6740" w:rsidP="00F553C0">
            <w:pPr>
              <w:spacing w:before="158"/>
              <w:jc w:val="both"/>
            </w:pPr>
          </w:p>
        </w:tc>
      </w:tr>
    </w:tbl>
    <w:p w:rsidR="009D6740" w:rsidRPr="008B3B63" w:rsidRDefault="009D6740" w:rsidP="00F553C0">
      <w:pPr>
        <w:spacing w:before="67"/>
        <w:jc w:val="both"/>
      </w:pPr>
    </w:p>
    <w:p w:rsidR="009D6740" w:rsidRPr="00FB1D32" w:rsidRDefault="009D6740" w:rsidP="00F553C0"/>
    <w:p w:rsidR="009D6740" w:rsidRPr="00653D24" w:rsidRDefault="009D6740" w:rsidP="00F553C0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</w:p>
    <w:p w:rsidR="009D6740" w:rsidRDefault="009D6740" w:rsidP="00F553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9D6740" w:rsidRDefault="009D6740" w:rsidP="00F553C0">
      <w:pPr>
        <w:pStyle w:val="ConsPlusNonformat0"/>
        <w:widowControl/>
        <w:rPr>
          <w:rFonts w:ascii="Times New Roman" w:hAnsi="Times New Roman"/>
          <w:szCs w:val="24"/>
        </w:rPr>
      </w:pPr>
    </w:p>
    <w:p w:rsidR="009D6740" w:rsidRPr="00F94275" w:rsidRDefault="009D6740" w:rsidP="00F553C0">
      <w:pPr>
        <w:pStyle w:val="ConsPlusNonformat0"/>
        <w:widowControl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Директор МБУ ДО    </w:t>
      </w:r>
      <w:r w:rsidRPr="00F94275">
        <w:rPr>
          <w:rFonts w:ascii="Times New Roman" w:hAnsi="Times New Roman"/>
          <w:szCs w:val="24"/>
        </w:rPr>
        <w:t xml:space="preserve">Можгинского района </w:t>
      </w:r>
    </w:p>
    <w:p w:rsidR="009D6740" w:rsidRPr="005F4973" w:rsidRDefault="009D6740" w:rsidP="00F553C0">
      <w:pPr>
        <w:pStyle w:val="ConsPlusNonformat0"/>
        <w:widowControl/>
        <w:rPr>
          <w:rFonts w:ascii="Times New Roman" w:hAnsi="Times New Roman"/>
          <w:szCs w:val="24"/>
        </w:rPr>
      </w:pPr>
      <w:r w:rsidRPr="00F94275">
        <w:rPr>
          <w:rFonts w:ascii="Times New Roman" w:hAnsi="Times New Roman"/>
          <w:szCs w:val="24"/>
        </w:rPr>
        <w:t xml:space="preserve">«Детская школа искусств села </w:t>
      </w:r>
      <w:r>
        <w:rPr>
          <w:rFonts w:ascii="Times New Roman" w:hAnsi="Times New Roman"/>
          <w:szCs w:val="24"/>
        </w:rPr>
        <w:t>Большая Уча</w:t>
      </w:r>
      <w:r w:rsidRPr="00F94275">
        <w:rPr>
          <w:rFonts w:ascii="Times New Roman" w:hAnsi="Times New Roman"/>
          <w:szCs w:val="24"/>
        </w:rPr>
        <w:t xml:space="preserve">»                                                                                  </w:t>
      </w:r>
      <w:r>
        <w:rPr>
          <w:rFonts w:ascii="Times New Roman" w:hAnsi="Times New Roman"/>
          <w:szCs w:val="24"/>
        </w:rPr>
        <w:t>Г. Н. Мерзлякова</w:t>
      </w:r>
    </w:p>
    <w:p w:rsidR="009D6740" w:rsidRDefault="009D6740" w:rsidP="00F553C0">
      <w:pPr>
        <w:ind w:firstLine="708"/>
      </w:pPr>
    </w:p>
    <w:p w:rsidR="009D6740" w:rsidRPr="00DD11B5" w:rsidRDefault="009D6740" w:rsidP="00F553C0"/>
    <w:p w:rsidR="009D6740" w:rsidRPr="00DD11B5" w:rsidRDefault="009D6740" w:rsidP="00F553C0"/>
    <w:p w:rsidR="009D6740" w:rsidRPr="00DD11B5" w:rsidRDefault="009D6740" w:rsidP="00F553C0"/>
    <w:p w:rsidR="009D6740" w:rsidRDefault="009D6740" w:rsidP="00F553C0">
      <w:pPr>
        <w:pStyle w:val="ConsPlusNonformat0"/>
        <w:widowControl/>
        <w:rPr>
          <w:rFonts w:ascii="Times New Roman" w:hAnsi="Times New Roman"/>
          <w:szCs w:val="24"/>
        </w:rPr>
      </w:pPr>
    </w:p>
    <w:p w:rsidR="009D6740" w:rsidRDefault="009D6740" w:rsidP="00F553C0">
      <w:pPr>
        <w:pStyle w:val="ConsPlusNonformat0"/>
        <w:widowControl/>
        <w:rPr>
          <w:rFonts w:ascii="Times New Roman" w:hAnsi="Times New Roman"/>
          <w:szCs w:val="24"/>
        </w:rPr>
      </w:pPr>
    </w:p>
    <w:p w:rsidR="009D6740" w:rsidRDefault="009D6740" w:rsidP="00F553C0">
      <w:pPr>
        <w:ind w:firstLine="708"/>
      </w:pPr>
    </w:p>
    <w:p w:rsidR="009D6740" w:rsidRDefault="009D6740" w:rsidP="00F553C0"/>
    <w:p w:rsidR="009D6740" w:rsidRDefault="009D6740" w:rsidP="00F553C0"/>
    <w:p w:rsidR="009D6740" w:rsidRDefault="009D6740"/>
    <w:sectPr w:rsidR="009D6740" w:rsidSect="00F55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740" w:rsidRDefault="009D6740" w:rsidP="00A415A5">
      <w:r>
        <w:separator/>
      </w:r>
    </w:p>
  </w:endnote>
  <w:endnote w:type="continuationSeparator" w:id="1">
    <w:p w:rsidR="009D6740" w:rsidRDefault="009D6740" w:rsidP="00A41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740" w:rsidRDefault="009D6740" w:rsidP="00A415A5">
      <w:r>
        <w:separator/>
      </w:r>
    </w:p>
  </w:footnote>
  <w:footnote w:type="continuationSeparator" w:id="1">
    <w:p w:rsidR="009D6740" w:rsidRDefault="009D6740" w:rsidP="00A41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40" w:rsidRDefault="009D6740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40" w:rsidRDefault="009D6740">
    <w:pPr>
      <w:pStyle w:val="Style19"/>
      <w:widowControl/>
      <w:ind w:left="7109" w:right="2357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14</w:t>
    </w:r>
    <w:r>
      <w:rPr>
        <w:rStyle w:val="FontStyle51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6A92"/>
    <w:multiLevelType w:val="singleLevel"/>
    <w:tmpl w:val="5F34DBCC"/>
    <w:lvl w:ilvl="0">
      <w:start w:val="2"/>
      <w:numFmt w:val="decimal"/>
      <w:lvlText w:val="7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21DE0A6A"/>
    <w:multiLevelType w:val="multilevel"/>
    <w:tmpl w:val="003E9AF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34FC5AD5"/>
    <w:multiLevelType w:val="multilevel"/>
    <w:tmpl w:val="019ACA7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DF2DA1"/>
    <w:multiLevelType w:val="multilevel"/>
    <w:tmpl w:val="D5A83634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3C0"/>
    <w:rsid w:val="000C536D"/>
    <w:rsid w:val="001126E4"/>
    <w:rsid w:val="00125B5C"/>
    <w:rsid w:val="001D315C"/>
    <w:rsid w:val="0020235A"/>
    <w:rsid w:val="002E7965"/>
    <w:rsid w:val="00312A1F"/>
    <w:rsid w:val="00351131"/>
    <w:rsid w:val="00354F07"/>
    <w:rsid w:val="003C56AF"/>
    <w:rsid w:val="003E264A"/>
    <w:rsid w:val="00412DA9"/>
    <w:rsid w:val="00416879"/>
    <w:rsid w:val="004266A7"/>
    <w:rsid w:val="004B5E3C"/>
    <w:rsid w:val="004C448E"/>
    <w:rsid w:val="004E0D78"/>
    <w:rsid w:val="00513895"/>
    <w:rsid w:val="00517FFD"/>
    <w:rsid w:val="00546B1B"/>
    <w:rsid w:val="00562735"/>
    <w:rsid w:val="005A1D69"/>
    <w:rsid w:val="005F4973"/>
    <w:rsid w:val="00642729"/>
    <w:rsid w:val="00653D24"/>
    <w:rsid w:val="006D1E65"/>
    <w:rsid w:val="008736BB"/>
    <w:rsid w:val="008B3B63"/>
    <w:rsid w:val="00926A8E"/>
    <w:rsid w:val="0093098F"/>
    <w:rsid w:val="00983EF2"/>
    <w:rsid w:val="009D6740"/>
    <w:rsid w:val="009E3CF8"/>
    <w:rsid w:val="00A02D55"/>
    <w:rsid w:val="00A415A5"/>
    <w:rsid w:val="00AB5F5B"/>
    <w:rsid w:val="00AE7BEA"/>
    <w:rsid w:val="00B37545"/>
    <w:rsid w:val="00BD04FD"/>
    <w:rsid w:val="00CA101D"/>
    <w:rsid w:val="00D97C2A"/>
    <w:rsid w:val="00DD11B5"/>
    <w:rsid w:val="00E81F9A"/>
    <w:rsid w:val="00E91C2D"/>
    <w:rsid w:val="00F553C0"/>
    <w:rsid w:val="00F6602D"/>
    <w:rsid w:val="00F94275"/>
    <w:rsid w:val="00FA0D8B"/>
    <w:rsid w:val="00FB1D32"/>
    <w:rsid w:val="00FF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53C0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553C0"/>
    <w:pPr>
      <w:widowControl/>
      <w:autoSpaceDE/>
      <w:autoSpaceDN/>
      <w:adjustRightInd/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F553C0"/>
    <w:rPr>
      <w:rFonts w:ascii="Times New Roman" w:hAnsi="Times New Roman" w:cs="Times New Roman"/>
      <w:b/>
      <w:bCs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553C0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F553C0"/>
    <w:pPr>
      <w:spacing w:line="326" w:lineRule="exact"/>
      <w:jc w:val="center"/>
    </w:pPr>
  </w:style>
  <w:style w:type="paragraph" w:customStyle="1" w:styleId="Style2">
    <w:name w:val="Style2"/>
    <w:basedOn w:val="Normal"/>
    <w:uiPriority w:val="99"/>
    <w:rsid w:val="00F553C0"/>
  </w:style>
  <w:style w:type="paragraph" w:customStyle="1" w:styleId="Style3">
    <w:name w:val="Style3"/>
    <w:basedOn w:val="Normal"/>
    <w:uiPriority w:val="99"/>
    <w:rsid w:val="00F553C0"/>
    <w:pPr>
      <w:jc w:val="center"/>
    </w:pPr>
  </w:style>
  <w:style w:type="paragraph" w:customStyle="1" w:styleId="Style4">
    <w:name w:val="Style4"/>
    <w:basedOn w:val="Normal"/>
    <w:uiPriority w:val="99"/>
    <w:rsid w:val="00F553C0"/>
  </w:style>
  <w:style w:type="paragraph" w:customStyle="1" w:styleId="Style5">
    <w:name w:val="Style5"/>
    <w:basedOn w:val="Normal"/>
    <w:uiPriority w:val="99"/>
    <w:rsid w:val="00F553C0"/>
    <w:pPr>
      <w:jc w:val="both"/>
    </w:pPr>
  </w:style>
  <w:style w:type="paragraph" w:customStyle="1" w:styleId="Style6">
    <w:name w:val="Style6"/>
    <w:basedOn w:val="Normal"/>
    <w:uiPriority w:val="99"/>
    <w:rsid w:val="00F553C0"/>
  </w:style>
  <w:style w:type="paragraph" w:customStyle="1" w:styleId="Style7">
    <w:name w:val="Style7"/>
    <w:basedOn w:val="Normal"/>
    <w:uiPriority w:val="99"/>
    <w:rsid w:val="00F553C0"/>
    <w:pPr>
      <w:spacing w:line="330" w:lineRule="exact"/>
      <w:ind w:firstLine="701"/>
      <w:jc w:val="both"/>
    </w:pPr>
  </w:style>
  <w:style w:type="paragraph" w:customStyle="1" w:styleId="Style8">
    <w:name w:val="Style8"/>
    <w:basedOn w:val="Normal"/>
    <w:uiPriority w:val="99"/>
    <w:rsid w:val="00F553C0"/>
    <w:pPr>
      <w:spacing w:line="328" w:lineRule="exact"/>
      <w:ind w:firstLine="706"/>
      <w:jc w:val="both"/>
    </w:pPr>
  </w:style>
  <w:style w:type="paragraph" w:customStyle="1" w:styleId="Style9">
    <w:name w:val="Style9"/>
    <w:basedOn w:val="Normal"/>
    <w:uiPriority w:val="99"/>
    <w:rsid w:val="00F553C0"/>
    <w:pPr>
      <w:jc w:val="both"/>
    </w:pPr>
  </w:style>
  <w:style w:type="paragraph" w:customStyle="1" w:styleId="Style10">
    <w:name w:val="Style10"/>
    <w:basedOn w:val="Normal"/>
    <w:uiPriority w:val="99"/>
    <w:rsid w:val="00F553C0"/>
    <w:pPr>
      <w:spacing w:line="326" w:lineRule="exact"/>
      <w:jc w:val="both"/>
    </w:pPr>
  </w:style>
  <w:style w:type="paragraph" w:customStyle="1" w:styleId="Style11">
    <w:name w:val="Style11"/>
    <w:basedOn w:val="Normal"/>
    <w:uiPriority w:val="99"/>
    <w:rsid w:val="00F553C0"/>
    <w:pPr>
      <w:spacing w:line="331" w:lineRule="exact"/>
      <w:jc w:val="center"/>
    </w:pPr>
  </w:style>
  <w:style w:type="paragraph" w:customStyle="1" w:styleId="Style12">
    <w:name w:val="Style12"/>
    <w:basedOn w:val="Normal"/>
    <w:uiPriority w:val="99"/>
    <w:rsid w:val="00F553C0"/>
    <w:pPr>
      <w:spacing w:line="326" w:lineRule="exact"/>
      <w:ind w:firstLine="307"/>
    </w:pPr>
  </w:style>
  <w:style w:type="paragraph" w:customStyle="1" w:styleId="Style13">
    <w:name w:val="Style13"/>
    <w:basedOn w:val="Normal"/>
    <w:uiPriority w:val="99"/>
    <w:rsid w:val="00F553C0"/>
  </w:style>
  <w:style w:type="paragraph" w:customStyle="1" w:styleId="Style14">
    <w:name w:val="Style14"/>
    <w:basedOn w:val="Normal"/>
    <w:uiPriority w:val="99"/>
    <w:rsid w:val="00F553C0"/>
    <w:pPr>
      <w:spacing w:line="331" w:lineRule="exact"/>
      <w:ind w:hanging="557"/>
    </w:pPr>
  </w:style>
  <w:style w:type="paragraph" w:customStyle="1" w:styleId="Style15">
    <w:name w:val="Style15"/>
    <w:basedOn w:val="Normal"/>
    <w:uiPriority w:val="99"/>
    <w:rsid w:val="00F553C0"/>
  </w:style>
  <w:style w:type="paragraph" w:customStyle="1" w:styleId="Style16">
    <w:name w:val="Style16"/>
    <w:basedOn w:val="Normal"/>
    <w:uiPriority w:val="99"/>
    <w:rsid w:val="00F553C0"/>
  </w:style>
  <w:style w:type="paragraph" w:customStyle="1" w:styleId="Style17">
    <w:name w:val="Style17"/>
    <w:basedOn w:val="Normal"/>
    <w:uiPriority w:val="99"/>
    <w:rsid w:val="00F553C0"/>
  </w:style>
  <w:style w:type="paragraph" w:customStyle="1" w:styleId="Style18">
    <w:name w:val="Style18"/>
    <w:basedOn w:val="Normal"/>
    <w:uiPriority w:val="99"/>
    <w:rsid w:val="00F553C0"/>
  </w:style>
  <w:style w:type="paragraph" w:customStyle="1" w:styleId="Style19">
    <w:name w:val="Style19"/>
    <w:basedOn w:val="Normal"/>
    <w:uiPriority w:val="99"/>
    <w:rsid w:val="00F553C0"/>
    <w:pPr>
      <w:jc w:val="both"/>
    </w:pPr>
  </w:style>
  <w:style w:type="paragraph" w:customStyle="1" w:styleId="Style20">
    <w:name w:val="Style20"/>
    <w:basedOn w:val="Normal"/>
    <w:uiPriority w:val="99"/>
    <w:rsid w:val="00F553C0"/>
    <w:pPr>
      <w:spacing w:line="331" w:lineRule="exact"/>
      <w:jc w:val="both"/>
    </w:pPr>
  </w:style>
  <w:style w:type="paragraph" w:customStyle="1" w:styleId="Style21">
    <w:name w:val="Style21"/>
    <w:basedOn w:val="Normal"/>
    <w:uiPriority w:val="99"/>
    <w:rsid w:val="00F553C0"/>
  </w:style>
  <w:style w:type="paragraph" w:customStyle="1" w:styleId="Style22">
    <w:name w:val="Style22"/>
    <w:basedOn w:val="Normal"/>
    <w:uiPriority w:val="99"/>
    <w:rsid w:val="00F553C0"/>
  </w:style>
  <w:style w:type="paragraph" w:customStyle="1" w:styleId="Style23">
    <w:name w:val="Style23"/>
    <w:basedOn w:val="Normal"/>
    <w:uiPriority w:val="99"/>
    <w:rsid w:val="00F553C0"/>
    <w:pPr>
      <w:spacing w:line="322" w:lineRule="exact"/>
      <w:jc w:val="both"/>
    </w:pPr>
  </w:style>
  <w:style w:type="paragraph" w:customStyle="1" w:styleId="Style24">
    <w:name w:val="Style24"/>
    <w:basedOn w:val="Normal"/>
    <w:uiPriority w:val="99"/>
    <w:rsid w:val="00F553C0"/>
    <w:pPr>
      <w:spacing w:line="322" w:lineRule="exact"/>
      <w:ind w:hanging="101"/>
      <w:jc w:val="both"/>
    </w:pPr>
  </w:style>
  <w:style w:type="paragraph" w:customStyle="1" w:styleId="Style25">
    <w:name w:val="Style25"/>
    <w:basedOn w:val="Normal"/>
    <w:uiPriority w:val="99"/>
    <w:rsid w:val="00F553C0"/>
    <w:pPr>
      <w:spacing w:line="331" w:lineRule="exact"/>
      <w:jc w:val="both"/>
    </w:pPr>
  </w:style>
  <w:style w:type="paragraph" w:customStyle="1" w:styleId="Style26">
    <w:name w:val="Style26"/>
    <w:basedOn w:val="Normal"/>
    <w:uiPriority w:val="99"/>
    <w:rsid w:val="00F553C0"/>
  </w:style>
  <w:style w:type="paragraph" w:customStyle="1" w:styleId="Style27">
    <w:name w:val="Style27"/>
    <w:basedOn w:val="Normal"/>
    <w:uiPriority w:val="99"/>
    <w:rsid w:val="00F553C0"/>
    <w:pPr>
      <w:spacing w:line="322" w:lineRule="exact"/>
      <w:ind w:hanging="566"/>
    </w:pPr>
  </w:style>
  <w:style w:type="paragraph" w:customStyle="1" w:styleId="Style28">
    <w:name w:val="Style28"/>
    <w:basedOn w:val="Normal"/>
    <w:uiPriority w:val="99"/>
    <w:rsid w:val="00F553C0"/>
  </w:style>
  <w:style w:type="paragraph" w:customStyle="1" w:styleId="Style29">
    <w:name w:val="Style29"/>
    <w:basedOn w:val="Normal"/>
    <w:uiPriority w:val="99"/>
    <w:rsid w:val="00F553C0"/>
    <w:pPr>
      <w:spacing w:line="326" w:lineRule="exact"/>
      <w:ind w:firstLine="110"/>
    </w:pPr>
  </w:style>
  <w:style w:type="paragraph" w:customStyle="1" w:styleId="Style30">
    <w:name w:val="Style30"/>
    <w:basedOn w:val="Normal"/>
    <w:uiPriority w:val="99"/>
    <w:rsid w:val="00F553C0"/>
  </w:style>
  <w:style w:type="paragraph" w:customStyle="1" w:styleId="Style31">
    <w:name w:val="Style31"/>
    <w:basedOn w:val="Normal"/>
    <w:uiPriority w:val="99"/>
    <w:rsid w:val="00F553C0"/>
  </w:style>
  <w:style w:type="paragraph" w:customStyle="1" w:styleId="Style32">
    <w:name w:val="Style32"/>
    <w:basedOn w:val="Normal"/>
    <w:uiPriority w:val="99"/>
    <w:rsid w:val="00F553C0"/>
  </w:style>
  <w:style w:type="paragraph" w:customStyle="1" w:styleId="Style33">
    <w:name w:val="Style33"/>
    <w:basedOn w:val="Normal"/>
    <w:uiPriority w:val="99"/>
    <w:rsid w:val="00F553C0"/>
  </w:style>
  <w:style w:type="paragraph" w:customStyle="1" w:styleId="Style34">
    <w:name w:val="Style34"/>
    <w:basedOn w:val="Normal"/>
    <w:uiPriority w:val="99"/>
    <w:rsid w:val="00F553C0"/>
    <w:pPr>
      <w:spacing w:line="322" w:lineRule="exact"/>
      <w:ind w:firstLine="398"/>
    </w:pPr>
  </w:style>
  <w:style w:type="paragraph" w:customStyle="1" w:styleId="Style35">
    <w:name w:val="Style35"/>
    <w:basedOn w:val="Normal"/>
    <w:uiPriority w:val="99"/>
    <w:rsid w:val="00F553C0"/>
  </w:style>
  <w:style w:type="paragraph" w:customStyle="1" w:styleId="Style36">
    <w:name w:val="Style36"/>
    <w:basedOn w:val="Normal"/>
    <w:uiPriority w:val="99"/>
    <w:rsid w:val="00F553C0"/>
  </w:style>
  <w:style w:type="paragraph" w:customStyle="1" w:styleId="Style37">
    <w:name w:val="Style37"/>
    <w:basedOn w:val="Normal"/>
    <w:uiPriority w:val="99"/>
    <w:rsid w:val="00F553C0"/>
  </w:style>
  <w:style w:type="paragraph" w:customStyle="1" w:styleId="Style38">
    <w:name w:val="Style38"/>
    <w:basedOn w:val="Normal"/>
    <w:uiPriority w:val="99"/>
    <w:rsid w:val="00F553C0"/>
  </w:style>
  <w:style w:type="paragraph" w:customStyle="1" w:styleId="Style39">
    <w:name w:val="Style39"/>
    <w:basedOn w:val="Normal"/>
    <w:uiPriority w:val="99"/>
    <w:rsid w:val="00F553C0"/>
  </w:style>
  <w:style w:type="paragraph" w:customStyle="1" w:styleId="Style40">
    <w:name w:val="Style40"/>
    <w:basedOn w:val="Normal"/>
    <w:uiPriority w:val="99"/>
    <w:rsid w:val="00F553C0"/>
  </w:style>
  <w:style w:type="paragraph" w:customStyle="1" w:styleId="Style41">
    <w:name w:val="Style41"/>
    <w:basedOn w:val="Normal"/>
    <w:uiPriority w:val="99"/>
    <w:rsid w:val="00F553C0"/>
  </w:style>
  <w:style w:type="character" w:customStyle="1" w:styleId="FontStyle43">
    <w:name w:val="Font Style43"/>
    <w:basedOn w:val="DefaultParagraphFont"/>
    <w:uiPriority w:val="99"/>
    <w:rsid w:val="00F553C0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44">
    <w:name w:val="Font Style44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F553C0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DefaultParagraphFont"/>
    <w:uiPriority w:val="99"/>
    <w:rsid w:val="00F553C0"/>
    <w:rPr>
      <w:rFonts w:ascii="Times New Roman" w:hAnsi="Times New Roman" w:cs="Times New Roman"/>
      <w:b/>
      <w:bCs/>
      <w:w w:val="10"/>
      <w:sz w:val="28"/>
      <w:szCs w:val="28"/>
    </w:rPr>
  </w:style>
  <w:style w:type="character" w:customStyle="1" w:styleId="FontStyle47">
    <w:name w:val="Font Style47"/>
    <w:basedOn w:val="DefaultParagraphFont"/>
    <w:uiPriority w:val="99"/>
    <w:rsid w:val="00F553C0"/>
    <w:rPr>
      <w:rFonts w:ascii="MS Mincho" w:eastAsia="MS Mincho" w:cs="MS Mincho"/>
      <w:sz w:val="34"/>
      <w:szCs w:val="34"/>
    </w:rPr>
  </w:style>
  <w:style w:type="character" w:customStyle="1" w:styleId="FontStyle48">
    <w:name w:val="Font Style48"/>
    <w:basedOn w:val="DefaultParagraphFont"/>
    <w:uiPriority w:val="99"/>
    <w:rsid w:val="00F553C0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49">
    <w:name w:val="Font Style49"/>
    <w:basedOn w:val="DefaultParagraphFont"/>
    <w:uiPriority w:val="99"/>
    <w:rsid w:val="00F553C0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50">
    <w:name w:val="Font Style50"/>
    <w:basedOn w:val="DefaultParagraphFont"/>
    <w:uiPriority w:val="99"/>
    <w:rsid w:val="00F553C0"/>
    <w:rPr>
      <w:rFonts w:ascii="Sylfaen" w:hAnsi="Sylfaen" w:cs="Sylfaen"/>
      <w:b/>
      <w:bCs/>
      <w:i/>
      <w:iCs/>
      <w:spacing w:val="-10"/>
      <w:sz w:val="20"/>
      <w:szCs w:val="20"/>
    </w:rPr>
  </w:style>
  <w:style w:type="character" w:customStyle="1" w:styleId="FontStyle51">
    <w:name w:val="Font Style51"/>
    <w:basedOn w:val="DefaultParagraphFont"/>
    <w:uiPriority w:val="99"/>
    <w:rsid w:val="00F553C0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3">
    <w:name w:val="Font Style53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basedOn w:val="DefaultParagraphFont"/>
    <w:uiPriority w:val="99"/>
    <w:rsid w:val="00F553C0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F553C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2">
    <w:name w:val="Font Style62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4">
    <w:name w:val="Font Style64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basedOn w:val="DefaultParagraphFont"/>
    <w:uiPriority w:val="99"/>
    <w:rsid w:val="00F553C0"/>
    <w:rPr>
      <w:rFonts w:ascii="Franklin Gothic Medium" w:hAnsi="Franklin Gothic Medium" w:cs="Franklin Gothic Medium"/>
      <w:sz w:val="18"/>
      <w:szCs w:val="18"/>
    </w:rPr>
  </w:style>
  <w:style w:type="character" w:customStyle="1" w:styleId="FontStyle66">
    <w:name w:val="Font Style66"/>
    <w:basedOn w:val="DefaultParagraphFont"/>
    <w:uiPriority w:val="99"/>
    <w:rsid w:val="00F553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DefaultParagraphFont"/>
    <w:uiPriority w:val="99"/>
    <w:rsid w:val="00F553C0"/>
    <w:rPr>
      <w:rFonts w:ascii="Times New Roman" w:hAnsi="Times New Roman" w:cs="Times New Roman"/>
      <w:sz w:val="22"/>
      <w:szCs w:val="22"/>
    </w:rPr>
  </w:style>
  <w:style w:type="character" w:customStyle="1" w:styleId="FontStyle68">
    <w:name w:val="Font Style68"/>
    <w:basedOn w:val="DefaultParagraphFont"/>
    <w:uiPriority w:val="99"/>
    <w:rsid w:val="00F553C0"/>
    <w:rPr>
      <w:rFonts w:ascii="Franklin Gothic Medium" w:hAnsi="Franklin Gothic Medium" w:cs="Franklin Gothic Medium"/>
      <w:sz w:val="44"/>
      <w:szCs w:val="44"/>
    </w:rPr>
  </w:style>
  <w:style w:type="character" w:styleId="Hyperlink">
    <w:name w:val="Hyperlink"/>
    <w:basedOn w:val="DefaultParagraphFont"/>
    <w:uiPriority w:val="99"/>
    <w:rsid w:val="00F553C0"/>
    <w:rPr>
      <w:rFonts w:cs="Times New Roman"/>
      <w:color w:val="0066CC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53C0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553C0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1">
    <w:name w:val="Текст выноски Знак1"/>
    <w:basedOn w:val="DefaultParagraphFont"/>
    <w:link w:val="BalloonText"/>
    <w:uiPriority w:val="99"/>
    <w:semiHidden/>
    <w:locked/>
    <w:rsid w:val="00F553C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553C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F553C0"/>
    <w:pPr>
      <w:widowControl/>
      <w:autoSpaceDE/>
      <w:autoSpaceDN/>
      <w:adjustRightInd/>
      <w:jc w:val="both"/>
    </w:pPr>
    <w:rPr>
      <w:noProof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553C0"/>
    <w:rPr>
      <w:rFonts w:ascii="Times New Roman" w:hAnsi="Times New Roman" w:cs="Times New Roman"/>
      <w:noProof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53C0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F553C0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F553C0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onsPlusNonformat">
    <w:name w:val="ConsPlusNonformat Знак"/>
    <w:link w:val="ConsPlusNonformat0"/>
    <w:uiPriority w:val="99"/>
    <w:locked/>
    <w:rsid w:val="00F553C0"/>
    <w:rPr>
      <w:rFonts w:ascii="Courier New" w:hAnsi="Courier New"/>
      <w:sz w:val="22"/>
      <w:lang w:val="ru-RU" w:eastAsia="en-US"/>
    </w:rPr>
  </w:style>
  <w:style w:type="paragraph" w:customStyle="1" w:styleId="ConsPlusNonformat0">
    <w:name w:val="ConsPlusNonformat"/>
    <w:link w:val="ConsPlusNonformat"/>
    <w:uiPriority w:val="99"/>
    <w:rsid w:val="00F553C0"/>
    <w:pPr>
      <w:widowControl w:val="0"/>
      <w:autoSpaceDE w:val="0"/>
      <w:autoSpaceDN w:val="0"/>
      <w:adjustRightInd w:val="0"/>
    </w:pPr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18</Pages>
  <Words>2755</Words>
  <Characters>15707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UK</cp:lastModifiedBy>
  <cp:revision>3</cp:revision>
  <cp:lastPrinted>2016-10-06T06:07:00Z</cp:lastPrinted>
  <dcterms:created xsi:type="dcterms:W3CDTF">2016-10-05T05:35:00Z</dcterms:created>
  <dcterms:modified xsi:type="dcterms:W3CDTF">2016-10-06T06:08:00Z</dcterms:modified>
</cp:coreProperties>
</file>